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79BA09" w14:textId="77777777" w:rsidR="00A84986" w:rsidRPr="00A84986" w:rsidRDefault="00A84986" w:rsidP="00A84986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A84986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 xml:space="preserve">Severe acute respiratory syndrome coronavirus 2 isolate SARS-CoV-2/human/USA/MA-CDCBI-CRSP_AJSZPA3XZ6CDKXX5/2021 ORF1ab polyprotein (ORF1ab), ORF1a polyprotein (ORF1ab), surface glycoprotein (S), ORF3a protein (ORF3a), envelope protein (E), membrane </w:t>
      </w:r>
      <w:proofErr w:type="spellStart"/>
      <w:r w:rsidRPr="00A84986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glycoprote</w:t>
      </w:r>
      <w:proofErr w:type="spellEnd"/>
      <w:r w:rsidRPr="00A84986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...</w:t>
      </w:r>
    </w:p>
    <w:p w14:paraId="30E2B84C" w14:textId="77777777" w:rsidR="00A84986" w:rsidRPr="00A84986" w:rsidRDefault="00A84986" w:rsidP="00A84986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A84986">
        <w:rPr>
          <w:rFonts w:ascii="ＭＳ Ｐゴシック" w:eastAsia="ＭＳ Ｐゴシック" w:hAnsi="ＭＳ Ｐゴシック" w:cs="ＭＳ Ｐゴシック"/>
          <w:kern w:val="0"/>
          <w:sz w:val="24"/>
        </w:rPr>
        <w:t>GenBank: OM072551.1</w:t>
      </w:r>
    </w:p>
    <w:p w14:paraId="04C50AF6" w14:textId="77777777" w:rsidR="00A84986" w:rsidRPr="00A84986" w:rsidRDefault="00A84986" w:rsidP="00A84986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A8498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A84986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"https://www.ncbi.nlm.nih.gov/nuccore/OM072551.1?report=fasta" </w:instrText>
      </w:r>
      <w:r w:rsidRPr="00A8498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A84986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A8498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A84986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A8498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A84986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"https://www.ncbi.nlm.nih.gov/nuccore/OM072551.1?report=graph" </w:instrText>
      </w:r>
      <w:r w:rsidRPr="00A8498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A84986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A8498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A84986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072551.1"/>
    <w:bookmarkEnd w:id="1"/>
    <w:p w14:paraId="1642408F" w14:textId="77777777" w:rsidR="00A84986" w:rsidRPr="00A84986" w:rsidRDefault="00A84986" w:rsidP="00A84986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A8498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A84986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"https://www.ncbi.nlm.nih.gov/nuccore/OM072551.1?expand-gaps=on" \l "goto2171793133_0" </w:instrText>
      </w:r>
      <w:r w:rsidRPr="00A8498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A84986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A8498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06B3627A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LOCUS       OM072551               29804 bp    RNA     linear   VRL 31-DEC-2021</w:t>
      </w:r>
    </w:p>
    <w:p w14:paraId="2AD5A276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proofErr w:type="gram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DEFINITION  Severe</w:t>
      </w:r>
      <w:proofErr w:type="gram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acute respiratory syndrome coronavirus 2 isolate</w:t>
      </w:r>
    </w:p>
    <w:p w14:paraId="60C64EEC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SARS-CoV-2/human/USA/MA-CDCBI-CRSP_AJSZPA3XZ6CDKXX5/2021 ORF1ab</w:t>
      </w:r>
    </w:p>
    <w:p w14:paraId="32CEAD92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polyprotein (ORF1ab), ORF1a polyprotein (ORF1ab), surface</w:t>
      </w:r>
    </w:p>
    <w:p w14:paraId="3DE57ADA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glycoprotein (S), ORF3a protein (ORF3a), envelope protein (E),</w:t>
      </w:r>
    </w:p>
    <w:p w14:paraId="27A6DB9B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membrane glycoprotein (M), ORF6 protein (ORF6), ORF7a protein</w:t>
      </w:r>
    </w:p>
    <w:p w14:paraId="47439E0D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(ORF7a), ORF7b (ORF7b), ORF8 protein (ORF8), nucleocapsid</w:t>
      </w:r>
    </w:p>
    <w:p w14:paraId="08134346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phosphoprotein (N), and ORF10 protein (ORF10) genes, complete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cds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.</w:t>
      </w:r>
    </w:p>
    <w:p w14:paraId="66089325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ACCESSION   OM072551</w:t>
      </w:r>
    </w:p>
    <w:p w14:paraId="7201CD8D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VERSION     OM072551.1</w:t>
      </w:r>
    </w:p>
    <w:p w14:paraId="4A3795A1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BioProject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: </w:t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"https://www.ncbi.nlm.nih.gov/bioproject/PRJNA715749" </w:instrText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849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PRJNA715749</w:t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5174219F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BioSample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: </w:t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"https://www.ncbi.nlm.nih.gov/biosample/SAMN24523004" </w:instrText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849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SAMN24523004</w:t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6F3AAC52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KEYWORDS  </w:t>
      </w:r>
      <w:proofErr w:type="gram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.</w:t>
      </w:r>
      <w:proofErr w:type="gramEnd"/>
    </w:p>
    <w:p w14:paraId="38F1C4A5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2E11B559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proofErr w:type="gramStart"/>
      <w:r w:rsidRPr="00A849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</w:t>
      </w:r>
      <w:proofErr w:type="gramEnd"/>
      <w:r w:rsidRPr="00A849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 xml:space="preserve"> coronavirus 2</w:t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7866F524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Riboviria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;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Orthornavirae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;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Pisuviricota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;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Pisoniviricetes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;</w:t>
      </w:r>
    </w:p>
    <w:p w14:paraId="20D74FCE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Nidovirales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;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Cornidovirineae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;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Coronaviridae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;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Orthocoronavirinae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;</w:t>
      </w:r>
    </w:p>
    <w:p w14:paraId="7F1D50B2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Betacoronavirus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;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Sarbecovirus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.</w:t>
      </w:r>
    </w:p>
    <w:p w14:paraId="22ADCC14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REFERENCE   </w:t>
      </w:r>
      <w:proofErr w:type="gram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1  (</w:t>
      </w:r>
      <w:proofErr w:type="gram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bases 1 to 29804)</w:t>
      </w:r>
    </w:p>
    <w:p w14:paraId="007AE839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</w:t>
      </w:r>
      <w:proofErr w:type="spellStart"/>
      <w:proofErr w:type="gram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Lemieux,J.E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.</w:t>
      </w:r>
      <w:proofErr w:type="gram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,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Siddle,K.J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Shaw,B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Adams,G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Pierce,V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.,</w:t>
      </w:r>
    </w:p>
    <w:p w14:paraId="062B74BA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spellStart"/>
      <w:proofErr w:type="gram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Turbett,S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.</w:t>
      </w:r>
      <w:proofErr w:type="gram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,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Anahtar,M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Branda,J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Slater,D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Harris,J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Lin,A.E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.,</w:t>
      </w:r>
    </w:p>
    <w:p w14:paraId="4C29C8E1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Gladden-</w:t>
      </w:r>
      <w:proofErr w:type="spellStart"/>
      <w:proofErr w:type="gram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Young,A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.</w:t>
      </w:r>
      <w:proofErr w:type="gram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,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Lagerborg,K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Rudy,M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DeRuff,K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Carter,A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.,</w:t>
      </w:r>
    </w:p>
    <w:p w14:paraId="7A0C45BF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spellStart"/>
      <w:proofErr w:type="gram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Normandin,E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.</w:t>
      </w:r>
      <w:proofErr w:type="gram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,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Bauer,M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Reilly,S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., Tomkins-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Tinch,C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Loreth,C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.,</w:t>
      </w:r>
    </w:p>
    <w:p w14:paraId="43DCA174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</w:t>
      </w:r>
      <w:proofErr w:type="spellStart"/>
      <w:proofErr w:type="gram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Chaluvadi,S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.</w:t>
      </w:r>
      <w:proofErr w:type="gram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,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Neumann,A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Cusick,C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Chapman,S.B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Gnirke,A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.,</w:t>
      </w:r>
    </w:p>
    <w:p w14:paraId="022ABCBB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spellStart"/>
      <w:proofErr w:type="gram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Flowers,K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.</w:t>
      </w:r>
      <w:proofErr w:type="gram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,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Cerrato,F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Birren,B.W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Gallagher,G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Smole,S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.,</w:t>
      </w:r>
    </w:p>
    <w:p w14:paraId="3C970064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spellStart"/>
      <w:proofErr w:type="gram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Park,D.J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.</w:t>
      </w:r>
      <w:proofErr w:type="gram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,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MacInnis,B.L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Ryan,E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LaRocque,R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Rosenberg,E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. and</w:t>
      </w:r>
    </w:p>
    <w:p w14:paraId="07F6C77D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spellStart"/>
      <w:proofErr w:type="gram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Sabeti,P.C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.</w:t>
      </w:r>
      <w:proofErr w:type="gramEnd"/>
    </w:p>
    <w:p w14:paraId="214FB1A5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SARS-CoV-2 patient sequencing at the Broad Institute</w:t>
      </w:r>
    </w:p>
    <w:p w14:paraId="095ED95E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16C59722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REFERENCE   </w:t>
      </w:r>
      <w:proofErr w:type="gram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2  (</w:t>
      </w:r>
      <w:proofErr w:type="gram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bases 1 to 29804)</w:t>
      </w:r>
    </w:p>
    <w:p w14:paraId="3543BEBB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</w:t>
      </w:r>
      <w:proofErr w:type="spellStart"/>
      <w:proofErr w:type="gram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Lemieux,J.E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.</w:t>
      </w:r>
      <w:proofErr w:type="gram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,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Siddle,K.J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Shaw,B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Adams,G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Pierce,V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.,</w:t>
      </w:r>
    </w:p>
    <w:p w14:paraId="02F8DB70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spellStart"/>
      <w:proofErr w:type="gram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Turbett,S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.</w:t>
      </w:r>
      <w:proofErr w:type="gram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,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Anahtar,M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Branda,J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Slater,D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Harris,J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Lin,A.E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.,</w:t>
      </w:r>
    </w:p>
    <w:p w14:paraId="20070073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Gladden-</w:t>
      </w:r>
      <w:proofErr w:type="spellStart"/>
      <w:proofErr w:type="gram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Young,A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.</w:t>
      </w:r>
      <w:proofErr w:type="gram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,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Lagerborg,K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Rudy,M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DeRuff,K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Carter,A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.,</w:t>
      </w:r>
    </w:p>
    <w:p w14:paraId="47A90E6D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spellStart"/>
      <w:proofErr w:type="gram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Normandin,E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.</w:t>
      </w:r>
      <w:proofErr w:type="gram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,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Bauer,M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Reilly,S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., Tomkins-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Tinch,C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Loreth,C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.,</w:t>
      </w:r>
    </w:p>
    <w:p w14:paraId="3B9B437D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spellStart"/>
      <w:proofErr w:type="gram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Chaluvadi,S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.</w:t>
      </w:r>
      <w:proofErr w:type="gram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,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Neumann,A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Cusick,C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Chapman,S.B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Gnirke,A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.,</w:t>
      </w:r>
    </w:p>
    <w:p w14:paraId="4E78EEB9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spellStart"/>
      <w:proofErr w:type="gram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Flowers,K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.</w:t>
      </w:r>
      <w:proofErr w:type="gram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,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Cerrato,F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Birren,B.W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Gallagher,G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Smole,S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.,</w:t>
      </w:r>
    </w:p>
    <w:p w14:paraId="106B00A8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spellStart"/>
      <w:proofErr w:type="gram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Park,D.J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.</w:t>
      </w:r>
      <w:proofErr w:type="gram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,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MacInnis,B.L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Ryan,E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LaRocque,R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Rosenberg,E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. and</w:t>
      </w:r>
    </w:p>
    <w:p w14:paraId="7404F183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spellStart"/>
      <w:proofErr w:type="gram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Sabeti,P.C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.</w:t>
      </w:r>
      <w:proofErr w:type="gramEnd"/>
    </w:p>
    <w:p w14:paraId="7CB22F8A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5AD6B233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(30-DEC-2021) Infectious Disease Program, Broad Institute</w:t>
      </w:r>
    </w:p>
    <w:p w14:paraId="797F2C1C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of Harvard and MIT, 75 Ames St, Cambridge, MA 02142, USA</w:t>
      </w:r>
    </w:p>
    <w:p w14:paraId="1ECC295B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072551.1"/>
      <w:bookmarkEnd w:id="2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195B5337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</w:t>
      </w:r>
      <w:proofErr w:type="gram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:</w:t>
      </w:r>
      <w:proofErr w:type="gram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: Broad viral-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ngs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v. v2.1.33</w:t>
      </w:r>
    </w:p>
    <w:p w14:paraId="5F941F93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Coverage            </w:t>
      </w:r>
      <w:proofErr w:type="gram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:</w:t>
      </w:r>
      <w:proofErr w:type="gram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: 4041x</w:t>
      </w:r>
    </w:p>
    <w:p w14:paraId="508C25E4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</w:t>
      </w:r>
      <w:proofErr w:type="gram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Technology :</w:t>
      </w:r>
      <w:proofErr w:type="gram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: Illumina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NovaSeq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6000</w:t>
      </w:r>
    </w:p>
    <w:p w14:paraId="2B966D5A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44EDE126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072551.1"/>
      <w:bookmarkEnd w:id="3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74E34545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</w:t>
      </w:r>
      <w:proofErr w:type="gram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1..</w:t>
      </w:r>
      <w:proofErr w:type="gram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29804</w:t>
      </w:r>
    </w:p>
    <w:p w14:paraId="4DE5596F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</w:t>
      </w:r>
      <w:proofErr w:type="gram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Severe acute respiratory syndrome</w:t>
      </w:r>
      <w:proofErr w:type="gram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coronavirus</w:t>
      </w:r>
    </w:p>
    <w:p w14:paraId="72A4CA6B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36F65592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mol</w:t>
      </w:r>
      <w:proofErr w:type="gram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_type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="genomic RNA"</w:t>
      </w:r>
    </w:p>
    <w:p w14:paraId="233D8EB1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/isolate="SARS-CoV-2/human/USA/MA-CDCBI-</w:t>
      </w:r>
    </w:p>
    <w:p w14:paraId="0B97EF2D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CRSP_AJSZPA3XZ6CDKXX5/2021"</w:t>
      </w:r>
    </w:p>
    <w:p w14:paraId="5EBF40C7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isolation</w:t>
      </w:r>
      <w:proofErr w:type="gram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_source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="clinical"</w:t>
      </w:r>
    </w:p>
    <w:p w14:paraId="6A24EB4E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25640773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db</w:t>
      </w:r>
      <w:proofErr w:type="gram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_xref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="taxon:</w:t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849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97E80C7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Massachusetts"</w:t>
      </w:r>
    </w:p>
    <w:p w14:paraId="551EF608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collection</w:t>
      </w:r>
      <w:proofErr w:type="gram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_date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="2021-12-21"</w:t>
      </w:r>
    </w:p>
    <w:p w14:paraId="1FD18366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collected</w:t>
      </w:r>
      <w:proofErr w:type="gram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_by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="Broad Institute Clinical Research</w:t>
      </w:r>
    </w:p>
    <w:p w14:paraId="43AAA883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Sequencing Platform"</w:t>
      </w:r>
    </w:p>
    <w:p w14:paraId="050F75DF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/note="Baseline surveillance (random sampling)"</w:t>
      </w:r>
    </w:p>
    <w:p w14:paraId="3D299C0B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"https://www.ncbi.nlm.nih.gov/nuccore/OM072551.1?from=220&amp;to=21500" </w:instrText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849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gram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220..</w:t>
      </w:r>
      <w:proofErr w:type="gram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21500</w:t>
      </w:r>
    </w:p>
    <w:p w14:paraId="00541609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4DE080D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"https://www.ncbi.nlm.nih.gov/nuccore/OM072551.1?location=220:13413,13413:21500" </w:instrText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849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join(</w:t>
      </w:r>
      <w:proofErr w:type="gram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220..13413,13413..21500)</w:t>
      </w:r>
    </w:p>
    <w:p w14:paraId="44E797B7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3B42A2A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</w:t>
      </w:r>
      <w:proofErr w:type="spellStart"/>
      <w:proofErr w:type="gram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ribosomal</w:t>
      </w:r>
      <w:proofErr w:type="gram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_slippage</w:t>
      </w:r>
      <w:proofErr w:type="spellEnd"/>
    </w:p>
    <w:p w14:paraId="31C24934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_start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057F0F5C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767CEA20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_id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"https://www.ncbi.nlm.nih.gov/protein/2171793134" </w:instrText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849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UHU97098.1</w:t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12EC630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6A75DCF4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46AA5B5A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107F55F4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00112558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2CD2612F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1DE7151B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4521636E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2CF05CC3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1C236A9A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15BD4D8C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1A549ECC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3B5CAEA8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6DA545DC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7875F929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60E49DFE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3D8DFC1B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0B0D61B1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1B697A87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388E3B80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438D68A7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22F4AFA1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2002689D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1774208F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5D11D967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10CE1AE3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4DEA4178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2EDE6B9E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25D349C4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35C1B4FA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6348AD51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762DD5BD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576DA147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23D1171B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27703962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17561E86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5DDDBDD0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1EC7CB2D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71CA456D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KASMPTTIAKNTVKSVGKFCLEASFNYLKSPNFSKLINIIIWFLLLSVCLGSLIYSTA</w:t>
      </w:r>
    </w:p>
    <w:p w14:paraId="77D65CC2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75B1698C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322B0F6E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38FBB445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2B3F9595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415A38CA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3D41780C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13A735F6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10CDCA6E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41DB89F2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1E47D44B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44A810BF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7E973E82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0B45FA3D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RWVLNNDYYRSLPGVFCGVDAVNLFTNMFTPLIQPIGALDISASIVAGGIVAIVVTCL</w:t>
      </w:r>
    </w:p>
    <w:p w14:paraId="169DB720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3B870C9C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46FB892C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3ACA4848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7D43D030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2D96C011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0B53251F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0FC3BAAE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62DD6353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6238573E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2677DB8A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5F2DF3D4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00EFFCC9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11C16CA9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4472475E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6F28BA6C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0884BE85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678D9C67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3EB5FC13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66944AE1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62097BBE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20DD1858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5CFBA628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3D224398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SFLNRVCGVSAARLTPCGTGTSTDVVYRAFDIYNDKVAGFAKFLKTNCCRFQEKDEDD</w:t>
      </w:r>
    </w:p>
    <w:p w14:paraId="6687E9BF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NLIDSYFVVKRHTFSNYQHEETIYNLLKDCPAVAKHDFFKFRIDGDMVPHISRQRLTK</w:t>
      </w:r>
    </w:p>
    <w:p w14:paraId="071F21D3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YTMADLVYALRHFDEGNCDTLKEILVTYNCCDDDYFNKKDWYDFVENPDILRVYANLG</w:t>
      </w:r>
    </w:p>
    <w:p w14:paraId="50616289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ERVRQALLKTVQFCDAMRNAGIVGVLTLDNQDLNGNWYDFGDFIQTTPGSGVPVVDSY</w:t>
      </w:r>
    </w:p>
    <w:p w14:paraId="430DF52A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YSLLMPILTLTRALTAESHVDTDLTKPYIKWDLLKYDFTEERLKLFDRYFKYWDQTYH</w:t>
      </w:r>
    </w:p>
    <w:p w14:paraId="09832C78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PNCVNCLDDRCILHCANFNVLFSTVFPLTSFGPLVRKIFVDGVPFVVSTGYHFRELGV</w:t>
      </w:r>
    </w:p>
    <w:p w14:paraId="084DB3C4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VHNQDVNLHSSRLSFKELLVYAADPAMHAASGNLLLDKRTTCFSVAALTNNVAFQTVK</w:t>
      </w:r>
    </w:p>
    <w:p w14:paraId="27F61436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PGNFNKDFYDFAVSKGFFKEGSSVELKHFFFAQDGNAAISDYDYYRYNLPTMCDIRQL</w:t>
      </w:r>
    </w:p>
    <w:p w14:paraId="26722353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LFVVEVVDKYFDCYDGGCINANQVIVNNLDKSAGFPFNKWGKARLYYDSMSYEDQDAL</w:t>
      </w:r>
    </w:p>
    <w:p w14:paraId="03C1FA7A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FAYTKRNVIPTITQMNLKYAISAKNRARTVAGVSICSTMTNRQFHQKLLKSIAATRGA</w:t>
      </w:r>
    </w:p>
    <w:p w14:paraId="43B2CD32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TVVIGTSKFYGGWHNMLKTVYSDVENPHLMGWDYPKCDRAMPNMLRIMASLVLARKHT</w:t>
      </w:r>
    </w:p>
    <w:p w14:paraId="3D76DDD1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TCCSLSHRFYRLANECAQVLSEMVMCGGSLYVKPGGTSSGDATTAYANSVFNICQAVT</w:t>
      </w:r>
    </w:p>
    <w:p w14:paraId="14286EEC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ANVNALLSTDGNKIADKYVRNLQHRLYECLYRNRDVDTDFVNEFYAYLRKHFSMMILS</w:t>
      </w:r>
    </w:p>
    <w:p w14:paraId="6E341EF6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DDAVVCFNSTYASQGLVASIKNFKSVLYYQNNVFMSEAKCWTETDLTKGPHEFCSQHT</w:t>
      </w:r>
    </w:p>
    <w:p w14:paraId="6094AB4B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MLVKQGDDYVYLPYPDPSRILGAGCFVDDIVKTDGTLMIERFVSLAIDAYPLTKHPNQ</w:t>
      </w:r>
    </w:p>
    <w:p w14:paraId="427C33B0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EYADVFHLYLQYIRKLHDELTGHMLDMYSVMLTNDNTSRYWEPEFYEAMYTPHTVLQA</w:t>
      </w:r>
    </w:p>
    <w:p w14:paraId="31D7BFCE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VGACVLCNSQTSLRCGACIRRPFLCCKCCYDHVISTSHKLVLSVNPYVCNAPGCDVTD</w:t>
      </w:r>
    </w:p>
    <w:p w14:paraId="3CE605A6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VTQLYLGGMSYYCKSHKPPISFPLCANGQVFGLYKNTCVGSDNVTDFNAIATCDWTNA</w:t>
      </w:r>
    </w:p>
    <w:p w14:paraId="5F73738A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GDYILANTCTERLKLFAAETLKATEETFKLSYGIATVREVLSDRELHLSWEVGKPRPP</w:t>
      </w:r>
    </w:p>
    <w:p w14:paraId="6B2464D9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LNRNYVFTGYRVTKNSKVQIGEYTFEKGDYGDAVVYRGTTTYKLNVGDYFVLTSHTVM</w:t>
      </w:r>
    </w:p>
    <w:p w14:paraId="6E3DD25D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PLSAPTLVPQEHYVRITGLYPTLNISDEFSSNVANYQKVGMQKYSTLQGPPGTGKSHF</w:t>
      </w:r>
    </w:p>
    <w:p w14:paraId="54BC2B9A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AIGLALYYPSARIVYTACSHAAVDALCEKALKYLPIDKCSRIIPARARVECFDKFKVN</w:t>
      </w:r>
    </w:p>
    <w:p w14:paraId="51E1897D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STLEQYVFCTVNALPETTADIVVFDEISMATNYDLSVVNARLCAKHYVYIGDPAQLPA</w:t>
      </w:r>
    </w:p>
    <w:p w14:paraId="54645261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PRTLLTKGTLEPEYFNSVCRLMKTIGPDMFLGTCRRCPAEIVDTVSALVYDNKLKAHK</w:t>
      </w:r>
    </w:p>
    <w:p w14:paraId="27B94881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DKSAQCFKMFYKGVITHDVSSAINRPQIGVVREFLTRNPAWRKAVFISPYNSQNAVAS</w:t>
      </w:r>
    </w:p>
    <w:p w14:paraId="0A1F3A9C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KILGLPTQTVDSSQGSEYDYVIFTQTTETAHSCNVNRFNVAITRAKVGILCIMSDRDL</w:t>
      </w:r>
    </w:p>
    <w:p w14:paraId="6B18198F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YDKLQFTSLEIPRRNVATLQAENVTGLFKDCSKVITGLHPTQAPTHLSVDTKFKTEGL</w:t>
      </w:r>
    </w:p>
    <w:p w14:paraId="16996735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CVDVPGIPKDMTYRRLISMMGFKMNYQVNGYPNMFITREEAIRHVRAWIGFDVEGCHA</w:t>
      </w:r>
    </w:p>
    <w:p w14:paraId="1619113B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TREAVGTNLPLQLGFSTGVNLVAVPTGYVDTPNNTDFSRVSAKPPPGDQFKHLIPLMY</w:t>
      </w:r>
    </w:p>
    <w:p w14:paraId="5AB6C805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KGLPWNVVRIKIVQMLSDTLKNLSDRVVFVLWAHGFELTSMKYFVKIGPERTCCLCDR</w:t>
      </w:r>
    </w:p>
    <w:p w14:paraId="31243B83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RATCFSTASDTYACWHHSIGFDYVYNPFMIDVQQWGFTGNLQSNHDLYCQVHGNAHVA</w:t>
      </w:r>
    </w:p>
    <w:p w14:paraId="560BE64F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SCDAIMTRCLAVHECFVKRVDWTIEYPIIGDELKINAACRKVQHMVVKAALLADKFPV</w:t>
      </w:r>
    </w:p>
    <w:p w14:paraId="218F36BF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LHDIGNPKAIKCVPQADVEWKFYDAQPCSDKAYKIEELFYSYATHSDKFTDGVCLFWN</w:t>
      </w:r>
    </w:p>
    <w:p w14:paraId="0E341342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CNVDRYPANSIVCRFDTRVLSNLNLPGCDGGSLYVNKHAFHTPAFDKSAFVNLKQLPF</w:t>
      </w:r>
    </w:p>
    <w:p w14:paraId="7ED38498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FYYSDSPCESHGKQVVSDIDYVPLKSATCITRCNLGGAVCRHHANEYRLYLDAYNMMI</w:t>
      </w:r>
    </w:p>
    <w:p w14:paraId="1392AF36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SAGFSLWVYKQFDTYNLWNTFTRLQSLENVAFNVVNKGHFDGQQGEVPVSIINNTVYT</w:t>
      </w:r>
    </w:p>
    <w:p w14:paraId="7D5864FC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KVDGVDVELFENKTTLPVNVAFELWAKRNIKPVPEVKILNNLGVDIAANTVIWDYKRD</w:t>
      </w:r>
    </w:p>
    <w:p w14:paraId="4327047E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APAHISTIGVCSMTDIAKKPIETICAPLTVFFDGRVDGQVDLFRNARNGVLITEGSVK</w:t>
      </w:r>
    </w:p>
    <w:p w14:paraId="4AE433CF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GLQPSVGPKQASLNGVTLIGEAVKTQFNYYKKVDGVVQQLPETYFTQSRNLQEFKPRS</w:t>
      </w:r>
    </w:p>
    <w:p w14:paraId="2FA46477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QMEIDFLELAMDEFIERYKLEGYAFEHIVYGDFSHSQLGGLHLLIGLAKRFKESPFEL</w:t>
      </w:r>
    </w:p>
    <w:p w14:paraId="50AF0205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EDFIPMDSTVKNYFITDAQTGSSKCVCSVIDLLLDDFVEIIKSQDLSVVSKVVKVTID</w:t>
      </w:r>
    </w:p>
    <w:p w14:paraId="64ED5D05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YTEISFMLWCKDGHVETFYPKLQSSQAWQPGVAMPNLYKMQRMLLEKCDLQNYGDSAT</w:t>
      </w:r>
    </w:p>
    <w:p w14:paraId="0116758B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LPKGIMMNVAKYTQLCQYLNTLTLAVPYNMRVIHFGAGSDKGVAPGTAVLRQWLPTGT</w:t>
      </w:r>
    </w:p>
    <w:p w14:paraId="55A7F81D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LLVDSDLNDFVSDADSTLIGDCATVHTANKWDLIISDMYDPKTKNVTKENDSKEGFFT</w:t>
      </w:r>
    </w:p>
    <w:p w14:paraId="27E6473B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YICGFIQQKLALGGSVAIKITEHSWNADLYKLMGHFAWWTAFVTNVNASSSEAFLIGC</w:t>
      </w:r>
    </w:p>
    <w:p w14:paraId="48476771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NYLGKPREQIDGYVMHANYIFWRNTNPIQLSSYSLFDMSKFPLKLRGTAVMSLKEGQI</w:t>
      </w:r>
    </w:p>
    <w:p w14:paraId="76583F0D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NDMILSLLSKGRLIIRENNRVVISSDVLVNN"</w:t>
      </w:r>
    </w:p>
    <w:p w14:paraId="3277D03B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"https://www.ncbi.nlm.nih.gov/protein/UHU97098.1?from=1&amp;to=180" </w:instrText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849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220..</w:t>
      </w:r>
      <w:proofErr w:type="gram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759</w:t>
      </w:r>
    </w:p>
    <w:p w14:paraId="397C40AD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EC9ED22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539B2BB5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"https://www.ncbi.nlm.nih.gov/protein/UHU97098.1?from=181&amp;to=818" </w:instrText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849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760..</w:t>
      </w:r>
      <w:proofErr w:type="gram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2673</w:t>
      </w:r>
    </w:p>
    <w:p w14:paraId="02E8B06D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3C4E7C4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23FC1D74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"https://www.ncbi.nlm.nih.gov/protein/UHU97098.1?from=819&amp;to=2763" </w:instrText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849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2674..</w:t>
      </w:r>
      <w:proofErr w:type="gram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8508</w:t>
      </w:r>
    </w:p>
    <w:p w14:paraId="1A02AE0E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3DC0A6D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5B88F267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"https://www.ncbi.nlm.nih.gov/protein/UHU97098.1?from=2764&amp;to=3263" </w:instrText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849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8509..</w:t>
      </w:r>
      <w:proofErr w:type="gram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10008</w:t>
      </w:r>
    </w:p>
    <w:p w14:paraId="2FC84E88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2798D93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7C3915E4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"https://www.ncbi.nlm.nih.gov/protein/UHU97098.1?from=3264&amp;to=3569" </w:instrText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849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10009..</w:t>
      </w:r>
      <w:proofErr w:type="gram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10926</w:t>
      </w:r>
    </w:p>
    <w:p w14:paraId="3509D5B2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557EFE5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299B030D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"https://www.ncbi.nlm.nih.gov/protein/UHU97098.1?from=3570&amp;to=3856" </w:instrText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849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10927..</w:t>
      </w:r>
      <w:proofErr w:type="gram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11787</w:t>
      </w:r>
    </w:p>
    <w:p w14:paraId="3AD0E1EA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A779FD4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5A3B6F57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"https://www.ncbi.nlm.nih.gov/protein/UHU97098.1?from=3857&amp;to=3939" </w:instrText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849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11788..</w:t>
      </w:r>
      <w:proofErr w:type="gram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12036</w:t>
      </w:r>
    </w:p>
    <w:p w14:paraId="352B4907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89D6503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29390B45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"https://www.ncbi.nlm.nih.gov/protein/UHU97098.1?from=3940&amp;to=4137" </w:instrText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849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12037..</w:t>
      </w:r>
      <w:proofErr w:type="gram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12630</w:t>
      </w:r>
    </w:p>
    <w:p w14:paraId="0C720E1E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E944348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68E5E557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"https://www.ncbi.nlm.nih.gov/protein/UHU97098.1?from=4138&amp;to=4250" </w:instrText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849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12631..</w:t>
      </w:r>
      <w:proofErr w:type="gram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12969</w:t>
      </w:r>
    </w:p>
    <w:p w14:paraId="569C1FAF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E7857B0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29C8CFFC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"https://www.ncbi.nlm.nih.gov/protein/UHU97098.1?from=4251&amp;to=4389" </w:instrText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849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12970..</w:t>
      </w:r>
      <w:proofErr w:type="gram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13386</w:t>
      </w:r>
    </w:p>
    <w:p w14:paraId="17DFB03F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B790F1D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6E45CE82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"https://www.ncbi.nlm.nih.gov/protein/UHU97098.1?from=4390&amp;to=5321" </w:instrText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849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join(</w:t>
      </w:r>
      <w:proofErr w:type="gram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13387..13413,13413..16181)</w:t>
      </w:r>
    </w:p>
    <w:p w14:paraId="07103E8D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53C5B4D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478755AA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"https://www.ncbi.nlm.nih.gov/protein/UHU97098.1?from=5322&amp;to=5922" </w:instrText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849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16182..</w:t>
      </w:r>
      <w:proofErr w:type="gram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17984</w:t>
      </w:r>
    </w:p>
    <w:p w14:paraId="2DEE398B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7225AB8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6BFF1AC9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"https://www.ncbi.nlm.nih.gov/protein/UHU97098.1?from=5923&amp;to=6449" </w:instrText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849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17985..</w:t>
      </w:r>
      <w:proofErr w:type="gram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19565</w:t>
      </w:r>
    </w:p>
    <w:p w14:paraId="34B377F9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40E551C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14E40238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"https://www.ncbi.nlm.nih.gov/protein/UHU97098.1?from=6450&amp;to=6795" </w:instrText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849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19566..</w:t>
      </w:r>
      <w:proofErr w:type="gram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20603</w:t>
      </w:r>
    </w:p>
    <w:p w14:paraId="0A35D92B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ED8EA49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endoRNAse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2A0DE0A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"https://www.ncbi.nlm.nih.gov/protein/UHU97098.1?from=6796&amp;to=7093" </w:instrText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849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20604..</w:t>
      </w:r>
      <w:proofErr w:type="gram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21497</w:t>
      </w:r>
    </w:p>
    <w:p w14:paraId="20731893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A828B74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7D2CC8FD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"https://www.ncbi.nlm.nih.gov/nuccore/OM072551.1?from=220&amp;to=13428" </w:instrText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849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220..</w:t>
      </w:r>
      <w:proofErr w:type="gram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13428</w:t>
      </w:r>
    </w:p>
    <w:p w14:paraId="3A2788D2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9B8C452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_start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60504412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02504EEB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_id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"https://www.ncbi.nlm.nih.gov/protein/2171793135" </w:instrText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849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UHU97099.1</w:t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DF041D2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6519F4D3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2FD223D6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2BB592C6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6FCC7B16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129AEDEF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5CA6B5E0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029C3A3B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3E729378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4C90389D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53D8BD98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3CEE52E6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1DEF23DD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7A3F94BF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743A5DD1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7E2E13A2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48B41FAB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412FB9AA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5EF280BA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184154D6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1D60537C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136F894D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38F30CDD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5F415579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6878DEF8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000EAC09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4DEA83E0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38D20178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6B8F1895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6BAEEA9C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306B64D3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2307B9C3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7A6E2FC6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702BB923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KKDNSYFTEQPIDLVPNQPYPNASFDNFKFVCDNIKFADDLNQLTGYKKPASRELKVT</w:t>
      </w:r>
    </w:p>
    <w:p w14:paraId="586A5771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02A98144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3BD0C0CE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52817408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4B4D358A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6C0BD8C8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1D884ED8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11457463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308EAB1E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6C477DBB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0DAF54FD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1A5C30AD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5DC40A41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44CA3C4D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1D7823E7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250604CD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72F2E291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6AEADA6C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4ECA43EA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RWVLNNDYYRSLPGVFCGVDAVNLFTNMFTPLIQPIGALDISASIVAGGIVAIVVTCL</w:t>
      </w:r>
    </w:p>
    <w:p w14:paraId="409C4A64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46DEA4C3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66639CC9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1682C3F5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31A447ED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0668123D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6190580B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798E8C70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6CAE9AD9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017761E9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5BF3CA7C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32ABE2A5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0722B2F4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5937FA67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538E315C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11087E80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0DE9B371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5995BFB4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60E84B6F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4AA2C282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610CBF41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41120C23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6C68674A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KGFCDLKGKYVQIPTTCANDPVGFTLKNTVCTVCGMWKGYGCSCDQLREPMLQSADAQ</w:t>
      </w:r>
    </w:p>
    <w:p w14:paraId="7C4F7425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SFLNGFAV"</w:t>
      </w:r>
    </w:p>
    <w:p w14:paraId="0F27AFCC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"https://www.ncbi.nlm.nih.gov/protein/UHU97099.1?from=1&amp;to=180" </w:instrText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849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220..</w:t>
      </w:r>
      <w:proofErr w:type="gram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759</w:t>
      </w:r>
    </w:p>
    <w:p w14:paraId="008FDE6F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A54FA14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190A9C1F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"https://www.ncbi.nlm.nih.gov/protein/UHU97099.1?from=181&amp;to=818" </w:instrText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849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760..</w:t>
      </w:r>
      <w:proofErr w:type="gram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2673</w:t>
      </w:r>
    </w:p>
    <w:p w14:paraId="471421D9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A635616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7FEA80D3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"https://www.ncbi.nlm.nih.gov/protein/UHU97099.1?from=819&amp;to=2763" </w:instrText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849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2674..</w:t>
      </w:r>
      <w:proofErr w:type="gram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8508</w:t>
      </w:r>
    </w:p>
    <w:p w14:paraId="625D2200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9EE43E0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34AEB51A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"https://www.ncbi.nlm.nih.gov/protein/UHU97099.1?from=2764&amp;to=3263" </w:instrText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849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8509..</w:t>
      </w:r>
      <w:proofErr w:type="gram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10008</w:t>
      </w:r>
    </w:p>
    <w:p w14:paraId="2D668049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0544231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4B7C2B31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"https://www.ncbi.nlm.nih.gov/protein/UHU97099.1?from=3264&amp;to=3569" </w:instrText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849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10009..</w:t>
      </w:r>
      <w:proofErr w:type="gram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10926</w:t>
      </w:r>
    </w:p>
    <w:p w14:paraId="7591C506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440694B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661454A9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"https://www.ncbi.nlm.nih.gov/protein/UHU97099.1?from=3570&amp;to=3856" </w:instrText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849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10927..</w:t>
      </w:r>
      <w:proofErr w:type="gram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11787</w:t>
      </w:r>
    </w:p>
    <w:p w14:paraId="3500BF52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8B88427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59B2C46D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"https://www.ncbi.nlm.nih.gov/protein/UHU97099.1?from=3857&amp;to=3939" </w:instrText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849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11788..</w:t>
      </w:r>
      <w:proofErr w:type="gram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12036</w:t>
      </w:r>
    </w:p>
    <w:p w14:paraId="3A2677F8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0D52DEC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3D4FA5DB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"https://www.ncbi.nlm.nih.gov/protein/UHU97099.1?from=3940&amp;to=4137" </w:instrText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849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12037..</w:t>
      </w:r>
      <w:proofErr w:type="gram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12630</w:t>
      </w:r>
    </w:p>
    <w:p w14:paraId="339A846C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9D6F01C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55C649F2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"https://www.ncbi.nlm.nih.gov/protein/UHU97099.1?from=4138&amp;to=4250" </w:instrText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849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12631..</w:t>
      </w:r>
      <w:proofErr w:type="gram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12969</w:t>
      </w:r>
    </w:p>
    <w:p w14:paraId="330FB8B5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D2DD1E4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61DA055F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"https://www.ncbi.nlm.nih.gov/protein/UHU97099.1?from=4251&amp;to=4389" </w:instrText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849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12970..</w:t>
      </w:r>
      <w:proofErr w:type="gram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13386</w:t>
      </w:r>
    </w:p>
    <w:p w14:paraId="040CFCEF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1501420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7820C50C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"https://www.ncbi.nlm.nih.gov/protein/UHU97099.1?from=4390&amp;to=4402" </w:instrText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849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13387..</w:t>
      </w:r>
      <w:proofErr w:type="gram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13425</w:t>
      </w:r>
    </w:p>
    <w:p w14:paraId="1C344AC2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D24BAFD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25262C77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"https://www.ncbi.nlm.nih.gov/nuccore/OM072551.1?from=13421&amp;to=13448" </w:instrText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849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</w:t>
      </w:r>
      <w:proofErr w:type="gram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13421..</w:t>
      </w:r>
      <w:proofErr w:type="gram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13448</w:t>
      </w:r>
    </w:p>
    <w:p w14:paraId="44849FAE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EEEB6DF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16EA48A1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34F10422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"https://www.ncbi.nlm.nih.gov/nuccore/OM072551.1?from=13433&amp;to=13487" </w:instrText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849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</w:t>
      </w:r>
      <w:proofErr w:type="gram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13433..</w:t>
      </w:r>
      <w:proofErr w:type="gram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13487</w:t>
      </w:r>
    </w:p>
    <w:p w14:paraId="1D38564F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553D2E5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4BCE4587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stem-loop 2"</w:t>
      </w:r>
    </w:p>
    <w:p w14:paraId="434E1792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"https://www.ncbi.nlm.nih.gov/nuccore/OM072551.1?from=21508&amp;to=25320" </w:instrText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849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gram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21508..</w:t>
      </w:r>
      <w:proofErr w:type="gram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25320</w:t>
      </w:r>
    </w:p>
    <w:p w14:paraId="25EB197A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473D2434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"https://www.ncbi.nlm.nih.gov/nuccore/OM072551.1?from=21508&amp;to=25320" </w:instrText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849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21508..</w:t>
      </w:r>
      <w:proofErr w:type="gram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25320</w:t>
      </w:r>
    </w:p>
    <w:p w14:paraId="0FA2B24A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6F9E7ABA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_start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2DD7141A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2F2AFDE4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_id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"https://www.ncbi.nlm.nih.gov/protein/2171793136" </w:instrText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849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UHU97100.1</w:t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F5AE281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/translation="MFVFLVLLPLVSSQCVNLITRTQSYTNSFTRGVYYPDKVFRSSV</w:t>
      </w:r>
    </w:p>
    <w:p w14:paraId="7CB03E0F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LHSTQDLFLPFFSNVTWFHAIHVSGTNGTKRFDNPVLPFNDGVYFASTEKSNIIRGWI</w:t>
      </w:r>
    </w:p>
    <w:p w14:paraId="1049C56E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FGTTLDSKTQSLLIVNNATNVVIKVCEFQFCNDPFLDVYYHKNNKSWMESEFRVYSSA</w:t>
      </w:r>
    </w:p>
    <w:p w14:paraId="7927C9BA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NNCTFEYVSQPFLMDLEGKQGNFKNLREFVFKNIDGYFKIYSKHTPINLGRDLPQGFS</w:t>
      </w:r>
    </w:p>
    <w:p w14:paraId="0672CA54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7CC89F66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379816AC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FDEVFNATRFASVYAWNRKRISNCVADYSVLYNFAPFFAFKCYGVSPTKLNDLCFTNV</w:t>
      </w:r>
    </w:p>
    <w:p w14:paraId="60AA9FD2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YADSFVIRGNEVSQIAPGQTGNIADYNYKLPDDFTGCVIAWNSNKLDSKVGGNYNYLY</w:t>
      </w:r>
    </w:p>
    <w:p w14:paraId="0CC2253E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RLFRKSNLKPFERDISTEIYQAGNKPCNGVAGFNCYFPLRSYGFRPTYGVGHQPYRVV</w:t>
      </w:r>
    </w:p>
    <w:p w14:paraId="0F1B68DC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VLSFELLHAPATVCGPKKSTNLVKNKCVNFNFNGLTGTGVLTESNKKFLPFQQFGRDI</w:t>
      </w:r>
    </w:p>
    <w:p w14:paraId="29926F47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71C3C8D6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7EFCB5F8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3FDDF197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408A097E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FSQILPDPSKPSKRSFIEDLLFNKVTLADAGFIKQYGDCLGDIAARDLICAQKFNGLT</w:t>
      </w:r>
    </w:p>
    <w:p w14:paraId="0A9B063C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784AEF01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6DBFF6F1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VLNDILSRLDKVEAEVQIDRLITGRLQSLQTYVTQQLIRAAEIRASANLAATKMSECV</w:t>
      </w:r>
    </w:p>
    <w:p w14:paraId="787165DF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315E12A0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00FD4C49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10643CED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7082109C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48C42513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"https://www.ncbi.nlm.nih.gov/nuccore/OM072551.1?from=25329&amp;to=26156" </w:instrText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849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gram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25329..</w:t>
      </w:r>
      <w:proofErr w:type="gram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26156</w:t>
      </w:r>
    </w:p>
    <w:p w14:paraId="27CF1774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4EC396E7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"https://www.ncbi.nlm.nih.gov/nuccore/OM072551.1?from=25329&amp;to=26156" </w:instrText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849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25329..</w:t>
      </w:r>
      <w:proofErr w:type="gram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26156</w:t>
      </w:r>
    </w:p>
    <w:p w14:paraId="40810CFC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31DBFD0F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_start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5F87F64C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7E00B73E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_id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"https://www.ncbi.nlm.nih.gov/protein/2171793137" </w:instrText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849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UHU97101.1</w:t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C82CC77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40EAF6AE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WLIVGVALLAVFQSASKIITLKKRWQLALSKGVYFVCNLLLLFVTVYSHLLLVAAGLE</w:t>
      </w:r>
    </w:p>
    <w:p w14:paraId="11063805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APFLYLYALVYFLQSINFVXXXXXXXXXXXXXXXXXXXXXXXXXXXXXXXXXXXXXXX</w:t>
      </w:r>
    </w:p>
    <w:p w14:paraId="369FE43F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XXXXSSIVXXXXXXXTSPXSEHDYQIGGYXXKWESGVKDCVVLHSYFTSDYYQLYSTQ</w:t>
      </w:r>
    </w:p>
    <w:p w14:paraId="2F0402DB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LSTDIGVEHVTFFIYNKIVDEPEEHVQIHTIDGSSGVVNPVMEPIYDEPTTTTSVPL"</w:t>
      </w:r>
    </w:p>
    <w:p w14:paraId="47EE475A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</w:t>
      </w:r>
      <w:proofErr w:type="gram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25692..</w:t>
      </w:r>
      <w:proofErr w:type="gram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25818</w:t>
      </w:r>
    </w:p>
    <w:p w14:paraId="1B341F97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estimated</w:t>
      </w:r>
      <w:proofErr w:type="gram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_length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=127</w:t>
      </w:r>
    </w:p>
    <w:p w14:paraId="39AC99CE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"https://www.ncbi.nlm.nih.gov/nuccore/OM072551.1?from=26181&amp;to=26408" </w:instrText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849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gram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26181..</w:t>
      </w:r>
      <w:proofErr w:type="gram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26408</w:t>
      </w:r>
    </w:p>
    <w:p w14:paraId="2D954549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528FC601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"https://www.ncbi.nlm.nih.gov/nuccore/OM072551.1?from=26181&amp;to=26408" </w:instrText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849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26181..</w:t>
      </w:r>
      <w:proofErr w:type="gram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26408</w:t>
      </w:r>
    </w:p>
    <w:p w14:paraId="70ABEEF3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0EFAD146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_start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473B1A9C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4178A4A5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_id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"https://www.ncbi.nlm.nih.gov/protein/2171793138" </w:instrText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849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UHU97102.1</w:t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C511CD7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5ECC4835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5DFB0CDE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"https://www.ncbi.nlm.nih.gov/nuccore/OM072551.1?from=26459&amp;to=27127" </w:instrText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849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gram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26459..</w:t>
      </w:r>
      <w:proofErr w:type="gram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27127</w:t>
      </w:r>
    </w:p>
    <w:p w14:paraId="032984E8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6ADC6D1A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"https://www.ncbi.nlm.nih.gov/nuccore/OM072551.1?from=26459&amp;to=27127" </w:instrText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849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26459..</w:t>
      </w:r>
      <w:proofErr w:type="gram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27127</w:t>
      </w:r>
    </w:p>
    <w:p w14:paraId="255280D3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6924EB4D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_start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4863E235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3AE9E10C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_id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"https://www.ncbi.nlm.nih.gov/protein/2171793139" </w:instrText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849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UHU97103.1</w:t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96B6260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/translation="MADSNGTITVEELKKLLEEWNLVIGFLFLTWICLLQFAYANRNR</w:t>
      </w:r>
    </w:p>
    <w:p w14:paraId="67A9CE9F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78688A1E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FARTRSMWSFNPETNILLNVPLHGTILTRPLLESELVIGAVXXXXXXXXXXXXXXXXX</w:t>
      </w:r>
    </w:p>
    <w:p w14:paraId="5D87915D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XXXXXXXXXXXXXXXXXXXXXXXXXXXXXXXXXXAYSRYRIGNYKLNTDHSSSSDNIA</w:t>
      </w:r>
    </w:p>
    <w:p w14:paraId="34E08F5A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25E83F1F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</w:t>
      </w:r>
      <w:proofErr w:type="gram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26909..</w:t>
      </w:r>
      <w:proofErr w:type="gram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27039</w:t>
      </w:r>
    </w:p>
    <w:p w14:paraId="59CA506B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estimated</w:t>
      </w:r>
      <w:proofErr w:type="gram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_length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=131</w:t>
      </w:r>
    </w:p>
    <w:p w14:paraId="417BEFA3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"https://www.ncbi.nlm.nih.gov/nuccore/OM072551.1?from=27138&amp;to=27323" </w:instrText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849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gram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27138..</w:t>
      </w:r>
      <w:proofErr w:type="gram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27323</w:t>
      </w:r>
    </w:p>
    <w:p w14:paraId="4AA52717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3CD98641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"https://www.ncbi.nlm.nih.gov/nuccore/OM072551.1?from=27138&amp;to=27323" </w:instrText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849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27138..</w:t>
      </w:r>
      <w:proofErr w:type="gram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27323</w:t>
      </w:r>
    </w:p>
    <w:p w14:paraId="000050D8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272A3128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_start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18AC9856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305CE379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_id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"https://www.ncbi.nlm.nih.gov/protein/2171793140" </w:instrText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849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UHU97104.1</w:t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68F76B0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78C9470E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TENKYSQLDEEQPMEIL"</w:t>
      </w:r>
    </w:p>
    <w:p w14:paraId="5CB7CD82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"https://www.ncbi.nlm.nih.gov/nuccore/OM072551.1?from=27330&amp;to=27695" </w:instrText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849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gram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27330..</w:t>
      </w:r>
      <w:proofErr w:type="gram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27695</w:t>
      </w:r>
    </w:p>
    <w:p w14:paraId="1253E3F3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375C8E16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"https://www.ncbi.nlm.nih.gov/nuccore/OM072551.1?from=27330&amp;to=27695" </w:instrText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849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27330..</w:t>
      </w:r>
      <w:proofErr w:type="gram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27695</w:t>
      </w:r>
    </w:p>
    <w:p w14:paraId="74C3AD4B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11DC0525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_start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40BE0953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5578876C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_id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"https://www.ncbi.nlm.nih.gov/protein/2171793141" </w:instrText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849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UHU97105.1</w:t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BF02503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/translation="MKIILFLALITLATCELYHYQECVRGTTVLLKEPCSSGTYEGNS</w:t>
      </w:r>
    </w:p>
    <w:p w14:paraId="16C89159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277CD215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7A9445CB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"https://www.ncbi.nlm.nih.gov/nuccore/OM072551.1?from=27692&amp;to=27823" </w:instrText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849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gram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27692..</w:t>
      </w:r>
      <w:proofErr w:type="gram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27823</w:t>
      </w:r>
    </w:p>
    <w:p w14:paraId="2546789B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1B8D8F87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"https://www.ncbi.nlm.nih.gov/nuccore/OM072551.1?from=27692&amp;to=27823" </w:instrText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849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27692..</w:t>
      </w:r>
      <w:proofErr w:type="gram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27823</w:t>
      </w:r>
    </w:p>
    <w:p w14:paraId="20C7F0E2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3170C27A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_start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4DE19AE3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62FFC4C3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_id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"https://www.ncbi.nlm.nih.gov/protein/2171793142" </w:instrText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849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UHU97106.1</w:t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92C65ED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074EFCF5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"https://www.ncbi.nlm.nih.gov/nuccore/OM072551.1?from=27830&amp;to=28195" </w:instrText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849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gram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27830..</w:t>
      </w:r>
      <w:proofErr w:type="gram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28195</w:t>
      </w:r>
    </w:p>
    <w:p w14:paraId="7C4AFDE5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63FB318D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"https://www.ncbi.nlm.nih.gov/nuccore/OM072551.1?from=27830&amp;to=28195" </w:instrText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849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27830..</w:t>
      </w:r>
      <w:proofErr w:type="gram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28195</w:t>
      </w:r>
    </w:p>
    <w:p w14:paraId="36A8D5B3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061B07F3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_start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560CB989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4136A8D1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_id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"https://www.ncbi.nlm.nih.gov/protein/2171793143" </w:instrText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849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UHU97107.1</w:t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8F730EA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6E1C7CC9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55EC2DEB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60AA76CC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"https://www.ncbi.nlm.nih.gov/nuccore/OM072551.1?from=28210&amp;to=29460" </w:instrText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849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gram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28210..</w:t>
      </w:r>
      <w:proofErr w:type="gram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29460</w:t>
      </w:r>
    </w:p>
    <w:p w14:paraId="069C5591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368B4CE8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"https://www.ncbi.nlm.nih.gov/nuccore/OM072551.1?from=28210&amp;to=29460" </w:instrText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849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28210..</w:t>
      </w:r>
      <w:proofErr w:type="gram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29460</w:t>
      </w:r>
    </w:p>
    <w:p w14:paraId="191220B9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677E14C6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_start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6AEFD947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0E6F6179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_id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"https://www.ncbi.nlm.nih.gov/protein/2171793144" </w:instrText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849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UHU97108.1</w:t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1FB08FD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7694CE4A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45BADACD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2C68D64C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4CF1E3B2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76B90571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3312C1D4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71A2AC91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PAADLDDFSKQLQQSMSRADSTQA"</w:t>
      </w:r>
    </w:p>
    <w:p w14:paraId="08C32C9E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"https://www.ncbi.nlm.nih.gov/nuccore/OM072551.1?from=29485&amp;to=29601" </w:instrText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849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gram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29485..</w:t>
      </w:r>
      <w:proofErr w:type="gram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29601</w:t>
      </w:r>
    </w:p>
    <w:p w14:paraId="42935947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29D4D542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"https://www.ncbi.nlm.nih.gov/nuccore/OM072551.1?from=29485&amp;to=29601" </w:instrText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849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29485..</w:t>
      </w:r>
      <w:proofErr w:type="gram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29601</w:t>
      </w:r>
    </w:p>
    <w:p w14:paraId="6505FDFF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1EE023E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_start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12D8DFDD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2510E4DF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</w:t>
      </w:r>
      <w:proofErr w:type="spellStart"/>
      <w:proofErr w:type="gram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_id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"https://www.ncbi.nlm.nih.gov/protein/2171793145" </w:instrText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849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UHU97109.1</w:t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42912B6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06BF7F7A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"https://www.ncbi.nlm.nih.gov/nuccore/OM072551.1?from=29536&amp;to=29571" </w:instrText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849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</w:t>
      </w:r>
      <w:proofErr w:type="gram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29536..</w:t>
      </w:r>
      <w:proofErr w:type="gram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29571</w:t>
      </w:r>
    </w:p>
    <w:p w14:paraId="7B8A1700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7BA1573A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779C5290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"https://www.ncbi.nlm.nih.gov/nuccore/OM072551.1?from=29556&amp;to=29584" </w:instrText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849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</w:t>
      </w:r>
      <w:proofErr w:type="gram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29556..</w:t>
      </w:r>
      <w:proofErr w:type="gram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29584</w:t>
      </w:r>
    </w:p>
    <w:p w14:paraId="43186050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1933BC99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70D703C2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"https://www.ncbi.nlm.nih.gov/nuccore/OM072551.1?from=29655&amp;to=29669" </w:instrText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849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</w:t>
      </w:r>
      <w:proofErr w:type="gram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29655..</w:t>
      </w:r>
      <w:proofErr w:type="gram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29669</w:t>
      </w:r>
    </w:p>
    <w:p w14:paraId="03B822F0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4A211599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72466233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072551.1"/>
      <w:bookmarkEnd w:id="4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tctcttgtag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atctgttctc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taaacgaact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ttaaaatctg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tgtggctgtc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actcggctgc</w:t>
      </w:r>
      <w:proofErr w:type="spellEnd"/>
    </w:p>
    <w:p w14:paraId="113233A5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atgcttagtg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cactcacgca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gtataattaa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taactaatta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ctgtcgttga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caggacacga</w:t>
      </w:r>
      <w:proofErr w:type="spellEnd"/>
    </w:p>
    <w:p w14:paraId="4DF3F0D2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gtaactcgtc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tatcttctgc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aggctgctta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cggtttcgtc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cgtgttgcag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ccgatcatca</w:t>
      </w:r>
      <w:proofErr w:type="spellEnd"/>
    </w:p>
    <w:p w14:paraId="226A84C1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gcacatctag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gttttgtccg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ggtgtgaccg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aaaggtaaga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tggagagcct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tgtccctggt</w:t>
      </w:r>
      <w:proofErr w:type="spellEnd"/>
    </w:p>
    <w:p w14:paraId="6B739922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ttcaacgaga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aaacacacgt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ccaactcagt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ttgcctgttt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tacaggttcg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cgacgtgctc</w:t>
      </w:r>
      <w:proofErr w:type="spellEnd"/>
    </w:p>
    <w:p w14:paraId="4CC68FF5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gtacgtggct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ttggagactc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cgtggaggag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gtcttatcag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aggcacgtca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acatcttaaa</w:t>
      </w:r>
      <w:proofErr w:type="spellEnd"/>
    </w:p>
    <w:p w14:paraId="788D8557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gatggcactt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gtggcttagt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agaagttgaa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aaaggcgttt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tgcctcaact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tgaacagccc</w:t>
      </w:r>
      <w:proofErr w:type="spellEnd"/>
    </w:p>
    <w:p w14:paraId="6841448D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tatgtgttca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tcaaacgttc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ggatgctcga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actgcacctc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atggtcatgt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tatggttgag</w:t>
      </w:r>
      <w:proofErr w:type="spellEnd"/>
    </w:p>
    <w:p w14:paraId="2AEFCF6F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ctggtagcag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aactcgaagg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cattcagtac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ggtcgtagtg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gtgagacact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tggtgtcctt</w:t>
      </w:r>
      <w:proofErr w:type="spellEnd"/>
    </w:p>
    <w:p w14:paraId="4CF5929D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gtccctcatg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tgggcgaaat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accagtggct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taccgcaagg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ttcttcttcg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taagaacggt</w:t>
      </w:r>
      <w:proofErr w:type="spellEnd"/>
    </w:p>
    <w:p w14:paraId="04068135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aataaaggag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ctggtggcca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taggtacggc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gccgatctaa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agtcatttga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cttaggcgac</w:t>
      </w:r>
      <w:proofErr w:type="spellEnd"/>
    </w:p>
    <w:p w14:paraId="08977E83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gagcttggca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ctgatcctta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tgaagatttt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caagaaaact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ggaacactaa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acatagcagt</w:t>
      </w:r>
      <w:proofErr w:type="spellEnd"/>
    </w:p>
    <w:p w14:paraId="36DD1A2B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ggtgttaccc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gtgaactcat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gcgtgagctt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aacggagggg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catacactcg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ctatgtcgat</w:t>
      </w:r>
      <w:proofErr w:type="spellEnd"/>
    </w:p>
    <w:p w14:paraId="5B41AE66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aacaacttct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gtggccctga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tggctaccct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cttgagtgca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ttaaagacct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tctagcacgt</w:t>
      </w:r>
      <w:proofErr w:type="spellEnd"/>
    </w:p>
    <w:p w14:paraId="01CC638A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gctggtaaag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cttcatgcac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tttgtccgaa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caactggact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ttattgacac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taagaggggt</w:t>
      </w:r>
      <w:proofErr w:type="spellEnd"/>
    </w:p>
    <w:p w14:paraId="19134880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gtatactgct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gccgtgaaca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tgagcatgaa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attgcttggt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acacggaacg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ttctgaaaag</w:t>
      </w:r>
      <w:proofErr w:type="spellEnd"/>
    </w:p>
    <w:p w14:paraId="13D12627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agctatgaat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tgcagacacc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ttttgaaatt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aaattggcaa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agaaatttga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caccttcaat</w:t>
      </w:r>
      <w:proofErr w:type="spellEnd"/>
    </w:p>
    <w:p w14:paraId="59B173DE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ggggaatgtc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caaattttgt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atttccctta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aattccataa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tcaagactat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tcaaccaagg</w:t>
      </w:r>
      <w:proofErr w:type="spellEnd"/>
    </w:p>
    <w:p w14:paraId="07B6F35A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gttgaaaaga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aaaagcttga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tggctttatg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ggtagaattc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gatctgtcta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tccagttgcg</w:t>
      </w:r>
      <w:proofErr w:type="spellEnd"/>
    </w:p>
    <w:p w14:paraId="10A28629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tcaccaaatg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aatgcaacca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aatgtgcctt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tcaactctca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tgaagtgtga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tcattgtggt</w:t>
      </w:r>
      <w:proofErr w:type="spellEnd"/>
    </w:p>
    <w:p w14:paraId="46018ACA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gaaacttcat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ggcagacggg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cgattttgtt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aaagccactt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gcgaattttg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tggcactgag</w:t>
      </w:r>
      <w:proofErr w:type="spellEnd"/>
    </w:p>
    <w:p w14:paraId="4436548E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aatttgacta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aagaaggtgc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cactacttgt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ggttacttac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cccaaaatgc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tgttgttaaa</w:t>
      </w:r>
      <w:proofErr w:type="spellEnd"/>
    </w:p>
    <w:p w14:paraId="73569803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atttattgtc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cagcatgtca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caattcagaa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gtaggacctg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agcatagtct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tgccgaatac</w:t>
      </w:r>
      <w:proofErr w:type="spellEnd"/>
    </w:p>
    <w:p w14:paraId="5C128F6B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cataatgaat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ctggcttgaa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aaccattctt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cgtaagggtg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gtcgcactat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tgcctttgga</w:t>
      </w:r>
      <w:proofErr w:type="spellEnd"/>
    </w:p>
    <w:p w14:paraId="4F14DE1A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ggctgtgtgt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tctcttatgt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tggttgccat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aacaagtgtg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cctattgggt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tccacgtgct</w:t>
      </w:r>
      <w:proofErr w:type="spellEnd"/>
    </w:p>
    <w:p w14:paraId="6E996A4D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agcgctaaca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taggttgtaa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ccatacaggt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gttgttggcg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aaggttccga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aggtcttaat</w:t>
      </w:r>
      <w:proofErr w:type="spellEnd"/>
    </w:p>
    <w:p w14:paraId="0E900A88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gacaaccttc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ttgaaatact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ccaaaaagag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aaagtcaaca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tcaatattgt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tggtgacttt</w:t>
      </w:r>
      <w:proofErr w:type="spellEnd"/>
    </w:p>
    <w:p w14:paraId="46F0AEF1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aaacttaatg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aagagatcgc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cattattttg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gcatcttttt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ctgcttccac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aagtgctttt</w:t>
      </w:r>
      <w:proofErr w:type="spellEnd"/>
    </w:p>
    <w:p w14:paraId="1A741B7C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gtggaaactg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tgaaaggttt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ggattataaa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gcattcaaac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aaattgttga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atcctgtggt</w:t>
      </w:r>
      <w:proofErr w:type="spellEnd"/>
    </w:p>
    <w:p w14:paraId="734F25E8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aattttaaag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ttacaaaagg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aaaagctaaa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aaaggtgcct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ggaatattgg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tgaacagaaa</w:t>
      </w:r>
      <w:proofErr w:type="spellEnd"/>
    </w:p>
    <w:p w14:paraId="3E6E2885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tcaatactga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gtcctcttta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tgcatttgca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tcagaggctg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ctcgtgttgt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acgatcaatt</w:t>
      </w:r>
      <w:proofErr w:type="spellEnd"/>
    </w:p>
    <w:p w14:paraId="23155E3E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1861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ttctcccgca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ctcttgaaac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tgctcaaaat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tctgtgcgtg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ttttacagaa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ggccgctata</w:t>
      </w:r>
      <w:proofErr w:type="spellEnd"/>
    </w:p>
    <w:p w14:paraId="05CD47E5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acaatactag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atggaatttc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acagtattca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ctgagactca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ttgatgctat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gatgttcaca</w:t>
      </w:r>
      <w:proofErr w:type="spellEnd"/>
    </w:p>
    <w:p w14:paraId="2F4BC7BA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tctgatttgg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ctactaacaa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tctagttgta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atggcctaca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ttacaggtgg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tgttgttcag</w:t>
      </w:r>
      <w:proofErr w:type="spellEnd"/>
    </w:p>
    <w:p w14:paraId="0939F281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ttgacttcgc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agtggctaac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taacatcttt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ggcactgttt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atgaaaaact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caaacccgtc</w:t>
      </w:r>
      <w:proofErr w:type="spellEnd"/>
    </w:p>
    <w:p w14:paraId="0F1900BB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cttgattggc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ttgaagagaa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gtttaaggaa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ggtgtagagt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ttcttagaga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cggttgggaa</w:t>
      </w:r>
      <w:proofErr w:type="spellEnd"/>
    </w:p>
    <w:p w14:paraId="4D3DAC72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attgttaaat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ttatctcaac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ctgtgcttgt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gaaattgtcg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gtggacaaat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tgtcacctgt</w:t>
      </w:r>
      <w:proofErr w:type="spellEnd"/>
    </w:p>
    <w:p w14:paraId="520D7930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gcaaaggaaa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ttaaggagag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tgttcagaca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ttctttaagc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ttgtaaataa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atttttggct</w:t>
      </w:r>
      <w:proofErr w:type="spellEnd"/>
    </w:p>
    <w:p w14:paraId="69EF163A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ttgtgtgctg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actctatcat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tattggtgga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gctaaactta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aagccttgaa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tttaggtgaa</w:t>
      </w:r>
      <w:proofErr w:type="spellEnd"/>
    </w:p>
    <w:p w14:paraId="1434AF93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acatttgtca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cgcactcaaa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gggattgtac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agaaagtgtg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ttaaatccag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agaagaaact</w:t>
      </w:r>
      <w:proofErr w:type="spellEnd"/>
    </w:p>
    <w:p w14:paraId="44406196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ggcctactca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tgcctctaaa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agccccaaaa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gaaattatct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tcttagaggg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agaaacactt</w:t>
      </w:r>
      <w:proofErr w:type="spellEnd"/>
    </w:p>
    <w:p w14:paraId="74EC8065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cccacagaag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tgttaacaga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ggaagttgtc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ttgaaaactg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gtgatttaca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accattagaa</w:t>
      </w:r>
      <w:proofErr w:type="spellEnd"/>
    </w:p>
    <w:p w14:paraId="300698C8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caacctacta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gtgaagctgt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tgaagctcca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ttggttggta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caccagtttg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tattaacggg</w:t>
      </w:r>
      <w:proofErr w:type="spellEnd"/>
    </w:p>
    <w:p w14:paraId="081FEE53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cttatgttgc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tcgaaatcaa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agacacagaa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aagtactgtg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cccttgcacc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taatatgatg</w:t>
      </w:r>
      <w:proofErr w:type="spellEnd"/>
    </w:p>
    <w:p w14:paraId="4C06AC6F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gtaacaaaca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ataccttcac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actcaaaggc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ggtgcaccaa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caaaggttac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ttttggtgat</w:t>
      </w:r>
      <w:proofErr w:type="spellEnd"/>
    </w:p>
    <w:p w14:paraId="371206B3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gacactgtga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tagaagtgca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aggttacaag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agtgtgaata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tcatttttga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acttgatgaa</w:t>
      </w:r>
      <w:proofErr w:type="spellEnd"/>
    </w:p>
    <w:p w14:paraId="4997DBD7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aggattgata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aagtacttaa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tgagaagtgc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tctgcctata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cagttgaact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cggtacagaa</w:t>
      </w:r>
      <w:proofErr w:type="spellEnd"/>
    </w:p>
    <w:p w14:paraId="61D9A6A3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gtaaatgagt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tcgcctgtgt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tgtggcagat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gctgtcataa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aaactttgca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accagtatct</w:t>
      </w:r>
      <w:proofErr w:type="spellEnd"/>
    </w:p>
    <w:p w14:paraId="75DAABC1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gaattactta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caccactggg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cattgattta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gatgagtgga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gtatggctac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atactactta</w:t>
      </w:r>
      <w:proofErr w:type="spellEnd"/>
    </w:p>
    <w:p w14:paraId="60FC0492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tttgatgagt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ctggtgagtt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taaattggct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tcacatatgt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attgttcttt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ttaccctcca</w:t>
      </w:r>
      <w:proofErr w:type="spellEnd"/>
    </w:p>
    <w:p w14:paraId="3F483FD0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gatgaggatg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aagaagaagg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tgattgtgaa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gaagaagagt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ttgagccatc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aactcaatat</w:t>
      </w:r>
      <w:proofErr w:type="spellEnd"/>
    </w:p>
    <w:p w14:paraId="51C4E22F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gagtatggta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ctgaagatga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ttaccaaggt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aaacctttgg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aatttggtgc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cacttctgct</w:t>
      </w:r>
      <w:proofErr w:type="spellEnd"/>
    </w:p>
    <w:p w14:paraId="0925F3D4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gctcttcaac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ctgaagaaga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gcaagaagaa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gattggttag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atgatgatag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tcaacaaact</w:t>
      </w:r>
      <w:proofErr w:type="spellEnd"/>
    </w:p>
    <w:p w14:paraId="1007BBD3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gttggtcaac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aagacggcag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tgaggacaat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cagacaacta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ctattcaaac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aattgttgag</w:t>
      </w:r>
      <w:proofErr w:type="spellEnd"/>
    </w:p>
    <w:p w14:paraId="13BD3CC9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gttcaacctc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aattagagat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ggaacttaca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ccagttgttc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agactattga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agtgaatagt</w:t>
      </w:r>
      <w:proofErr w:type="spellEnd"/>
    </w:p>
    <w:p w14:paraId="5DD1A829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tttagtggtt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atttaaaact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tactgacaat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gtatacatta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aaaatgcaga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cattgtggaa</w:t>
      </w:r>
      <w:proofErr w:type="spellEnd"/>
    </w:p>
    <w:p w14:paraId="4F2D0F20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gaagctaaaa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aggtaaaacc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aacagtggtt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gttaatgcag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ccaatgttta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ccttaaacat</w:t>
      </w:r>
      <w:proofErr w:type="spellEnd"/>
    </w:p>
    <w:p w14:paraId="0EAA1D7D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ggaggaggtg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ttgcaggagc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cttaaataag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gctactaaca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atgccatgca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agttgaatct</w:t>
      </w:r>
      <w:proofErr w:type="spellEnd"/>
    </w:p>
    <w:p w14:paraId="2F39F63D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gatgattaca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tagctactaa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tggaccactt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aaagtgggtg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gtagttgtgt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tttaagcgga</w:t>
      </w:r>
      <w:proofErr w:type="spellEnd"/>
    </w:p>
    <w:p w14:paraId="5DA853FB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cacaatcttg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ctaaacactg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tcttcatgtt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gtcggcccaa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atgttaacaa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aggtgaagac</w:t>
      </w:r>
      <w:proofErr w:type="spellEnd"/>
    </w:p>
    <w:p w14:paraId="1DAAAB83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attcaacttc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ttaagagtgc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ttatgaaaat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tttaatcagc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acgaagttct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acttgcacca</w:t>
      </w:r>
      <w:proofErr w:type="spellEnd"/>
    </w:p>
    <w:p w14:paraId="37828693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ttattatcag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ctggtatttt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tggtgctgac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cctatacatt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ctttaagagt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ttgtgtagat</w:t>
      </w:r>
      <w:proofErr w:type="spellEnd"/>
    </w:p>
    <w:p w14:paraId="257181E8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actgttcgca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caaatgtcta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cttagctgtc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tttgataaaa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atctctatga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caaacttgtt</w:t>
      </w:r>
      <w:proofErr w:type="spellEnd"/>
    </w:p>
    <w:p w14:paraId="0E916638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tcaagctttt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tggaaatgaa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gagtgaaaag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caagttgaac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aaaagatcgc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tgagattcct</w:t>
      </w:r>
      <w:proofErr w:type="spellEnd"/>
    </w:p>
    <w:p w14:paraId="7B0B2A03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aaagaggaag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ttaagccatt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tataactgaa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agtaaacctt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cagttgaaca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gagaaaacaa</w:t>
      </w:r>
      <w:proofErr w:type="spellEnd"/>
    </w:p>
    <w:p w14:paraId="7657B3B7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gatgataaga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aaatcaaagc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ttgtgttgaa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gaagttacaa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caactctgga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agaaactaag</w:t>
      </w:r>
      <w:proofErr w:type="spellEnd"/>
    </w:p>
    <w:p w14:paraId="1D9672C9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ttcctcacag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aaaacttgtt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actttatatt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gacattaatg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gcaatcttca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tccagattct</w:t>
      </w:r>
      <w:proofErr w:type="spellEnd"/>
    </w:p>
    <w:p w14:paraId="2FBE53E0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gccactcttg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ttagtgacat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tgacatcact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ttcttaaaga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aagatgctcc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atatatagtg</w:t>
      </w:r>
      <w:proofErr w:type="spellEnd"/>
    </w:p>
    <w:p w14:paraId="33A47D76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ggtgatgttg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ttcaagaggg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tgttttaact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gctgtggtta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tacctactaa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aaaggctagt</w:t>
      </w:r>
      <w:proofErr w:type="spellEnd"/>
    </w:p>
    <w:p w14:paraId="486DDD7A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ggcactactg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aaatgctagc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gaaagctttg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agaaaagtgc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caacagacaa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ttatataacc</w:t>
      </w:r>
      <w:proofErr w:type="spellEnd"/>
    </w:p>
    <w:p w14:paraId="39D66158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acttacccgg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gtcagggttt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aaatggttac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actgtagagg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aggcaaagac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agtgcttaaa</w:t>
      </w:r>
      <w:proofErr w:type="spellEnd"/>
    </w:p>
    <w:p w14:paraId="70614681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aagtgtaaaa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gtgcttttta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cattctacca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tctattatct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ctaatgagaa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gcaagaaatt</w:t>
      </w:r>
      <w:proofErr w:type="spellEnd"/>
    </w:p>
    <w:p w14:paraId="5EDAC563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cttggaactg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tttcttggaa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tttgcgagaa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atgcttgcac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atgcagaaga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aacacgcaaa</w:t>
      </w:r>
      <w:proofErr w:type="spellEnd"/>
    </w:p>
    <w:p w14:paraId="09D350FE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4381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ttaatgcctg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tctgtgtgga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aactaaagcc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atagtttcaa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ctatacagcg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taaatataag</w:t>
      </w:r>
      <w:proofErr w:type="spellEnd"/>
    </w:p>
    <w:p w14:paraId="0AD6D494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ggtattaaaa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tacaagaggg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tgtggttgat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tatggtgcta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gattttactt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ttacaccagt</w:t>
      </w:r>
      <w:proofErr w:type="spellEnd"/>
    </w:p>
    <w:p w14:paraId="6EA5DCFF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aaaacaactg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tagcgtcact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tatcaacaca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cttaacgatc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taaatgaaac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tcttgttaca</w:t>
      </w:r>
      <w:proofErr w:type="spellEnd"/>
    </w:p>
    <w:p w14:paraId="6C1C1B6B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atgccacttg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gctatgtaac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acatggctta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aatttggaag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aagctgctcg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gtatatgaga</w:t>
      </w:r>
      <w:proofErr w:type="spellEnd"/>
    </w:p>
    <w:p w14:paraId="0D54D096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tctctcaaag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tgccagctac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agtttctgtt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tcttcacctg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atgctgttac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agcgtataat</w:t>
      </w:r>
      <w:proofErr w:type="spellEnd"/>
    </w:p>
    <w:p w14:paraId="09D2AF96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ggttatctta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cttcttcttc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taaaacacct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gaagaacatt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ttattgaaac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catctcactt</w:t>
      </w:r>
      <w:proofErr w:type="spellEnd"/>
    </w:p>
    <w:p w14:paraId="72A6BD98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gctggttcct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ataaagattg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gtcctattct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ggacaatcta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cacaactagg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tatagaattt</w:t>
      </w:r>
      <w:proofErr w:type="spellEnd"/>
    </w:p>
    <w:p w14:paraId="01C46197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cttaagagag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gtgataaaag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tgtatattac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actagtaatc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ctaccacatt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ccacctagat</w:t>
      </w:r>
      <w:proofErr w:type="spellEnd"/>
    </w:p>
    <w:p w14:paraId="65E08A96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ggtgaagtta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tcacctttga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caatcttaag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acacttcttt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ctttgagaga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agtgaggact</w:t>
      </w:r>
      <w:proofErr w:type="spellEnd"/>
    </w:p>
    <w:p w14:paraId="72318731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attaaggtgt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ttacaacagt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agacaacatt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aacctccaca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cgcaagttgt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ggacatgtca</w:t>
      </w:r>
      <w:proofErr w:type="spellEnd"/>
    </w:p>
    <w:p w14:paraId="711C4674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atgacatatg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gacaacagtt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tggtccaact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tatttggatg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gagctgatgt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tactaaaata</w:t>
      </w:r>
      <w:proofErr w:type="spellEnd"/>
    </w:p>
    <w:p w14:paraId="64C7C075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aaacctcata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attcacatga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aggtaaaaca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ttttatgttt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tacctaatga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tgacactcta</w:t>
      </w:r>
      <w:proofErr w:type="spellEnd"/>
    </w:p>
    <w:p w14:paraId="5E2F2D22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cgtgttgagg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cttttgagta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ctaccacaca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actgatccta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gttttctggg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taggtacatg</w:t>
      </w:r>
      <w:proofErr w:type="spellEnd"/>
    </w:p>
    <w:p w14:paraId="52E34904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tcagcattaa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atcacactaa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aaagtggaaa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tacccacaag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ttaatggttt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aacttctatt</w:t>
      </w:r>
      <w:proofErr w:type="spellEnd"/>
    </w:p>
    <w:p w14:paraId="74750C38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aaatgggcag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ataacaactg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ttatcttgcc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actgcattgt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taacactcca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acaaatagag</w:t>
      </w:r>
      <w:proofErr w:type="spellEnd"/>
    </w:p>
    <w:p w14:paraId="4962C484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ttgaagttta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atccacctgc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tctacaagat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gcttattaca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gagcaagggc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tggtgaagct</w:t>
      </w:r>
      <w:proofErr w:type="spellEnd"/>
    </w:p>
    <w:p w14:paraId="6D19E5AD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gctaactttt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gtgcacttat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cttagcctac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tgtaataaga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cagtaggtga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gttaggtgat</w:t>
      </w:r>
      <w:proofErr w:type="spellEnd"/>
    </w:p>
    <w:p w14:paraId="158D0301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gttagagaaa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caatgagtta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cttgtttcaa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catgccaatt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tagattcttg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caaaagagtc</w:t>
      </w:r>
      <w:proofErr w:type="spellEnd"/>
    </w:p>
    <w:p w14:paraId="5DB8F93B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ttgaacgtgg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tgtgtaaaac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ttgtggacaa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cagcagacaa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cccttaaggg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tgtagaagct</w:t>
      </w:r>
      <w:proofErr w:type="spellEnd"/>
    </w:p>
    <w:p w14:paraId="1C3E2B4C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gttatgtaca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tgggcacact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ttcttatgaa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caatttaaga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aaggtgttca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gataccttgt</w:t>
      </w:r>
      <w:proofErr w:type="spellEnd"/>
    </w:p>
    <w:p w14:paraId="180FB471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acgtgtggta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aacaagctac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aaaatatcta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gtacaacagg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agtcaccttt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tgttatgatg</w:t>
      </w:r>
      <w:proofErr w:type="spellEnd"/>
    </w:p>
    <w:p w14:paraId="2D89FE83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tcagcaccac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ctgctcagta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tgaacttaag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catggtacat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ttacttgtgc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tagtgagtac</w:t>
      </w:r>
      <w:proofErr w:type="spellEnd"/>
    </w:p>
    <w:p w14:paraId="21F5A88E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actggtaatt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accagtgtgg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tcactataaa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catataactt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ctaaagaaac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tttgtattgc</w:t>
      </w:r>
      <w:proofErr w:type="spellEnd"/>
    </w:p>
    <w:p w14:paraId="68501591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atagacggtg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ctttacttac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aaagtcctca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gaatacaaag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gtcctattac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ggatgttttc</w:t>
      </w:r>
      <w:proofErr w:type="spellEnd"/>
    </w:p>
    <w:p w14:paraId="63584E8A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tacaaagaaa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acagttacac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aacaaccata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aaaccagtta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cttataaatt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ggatggtgtt</w:t>
      </w:r>
      <w:proofErr w:type="spellEnd"/>
    </w:p>
    <w:p w14:paraId="4DC9EF6E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gtttgtacag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aaattgaccc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taagttggac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aattattata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agaaagacaa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ttcttatttc</w:t>
      </w:r>
      <w:proofErr w:type="spellEnd"/>
    </w:p>
    <w:p w14:paraId="56F32CFF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acagagcaac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caattgatct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tgtaccaaac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caaccatatc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caaacgcaag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cttcgataat</w:t>
      </w:r>
      <w:proofErr w:type="spellEnd"/>
    </w:p>
    <w:p w14:paraId="4A120AE7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tttaagtttg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tatgtgataa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tatcaaattt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gctgatgatt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taaaccagtt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aactggttat</w:t>
      </w:r>
      <w:proofErr w:type="spellEnd"/>
    </w:p>
    <w:p w14:paraId="313918B6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aagaaacctg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cttcaagaga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gcttaaagtt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acatttttcc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ctgacttaaa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tggtgatgtg</w:t>
      </w:r>
      <w:proofErr w:type="spellEnd"/>
    </w:p>
    <w:p w14:paraId="7675BAF5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gtggctattg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attataaaca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ctacacaccc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tcttttaaga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aaggagctaa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attgttacat</w:t>
      </w:r>
      <w:proofErr w:type="spellEnd"/>
    </w:p>
    <w:p w14:paraId="1D9235BA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aaacctattg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tttggcatgt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taacaatgca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actaataaag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ccacgtataa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accaaatacc</w:t>
      </w:r>
      <w:proofErr w:type="spellEnd"/>
    </w:p>
    <w:p w14:paraId="0D23E9A1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tggtgtatac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gttgtctttg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gagcacaaaa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ccagttgaaa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catcaaattc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gtttgatgta</w:t>
      </w:r>
      <w:proofErr w:type="spellEnd"/>
    </w:p>
    <w:p w14:paraId="35C67CC9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ctgaagtcag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aggacgcgca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gggaatggat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aatcttgcct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gcgaagatct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aaaaccagtc</w:t>
      </w:r>
      <w:proofErr w:type="spellEnd"/>
    </w:p>
    <w:p w14:paraId="1AAE06CF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tctgaagaag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tagtggaaaa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tcctaccata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cagaaagacg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ttcttgagtg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taatgtgaaa</w:t>
      </w:r>
      <w:proofErr w:type="spellEnd"/>
    </w:p>
    <w:p w14:paraId="2147FA3C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actaccgaag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ttgtaggaga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cattatactt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aaaccagcaa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ataatagttt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aaaaattaca</w:t>
      </w:r>
      <w:proofErr w:type="spellEnd"/>
    </w:p>
    <w:p w14:paraId="61578AC4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gaagaggttg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gccacacaga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tctaatggct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gcttatgtag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acaattctag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tcttactatt</w:t>
      </w:r>
      <w:proofErr w:type="spellEnd"/>
    </w:p>
    <w:p w14:paraId="7673592A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aagaaaccta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atgaattatc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tagagtatta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ggtttgaaaa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cccttgctac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tcatggttta</w:t>
      </w:r>
      <w:proofErr w:type="spellEnd"/>
    </w:p>
    <w:p w14:paraId="4230A9E7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gctgctgtta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atagtgtccc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ttgggatact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atagctaatt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atgctaagcc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ttttcttaac</w:t>
      </w:r>
      <w:proofErr w:type="spellEnd"/>
    </w:p>
    <w:p w14:paraId="5FF2D051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aaagttgtta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gtacaactac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taacatagtt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acacggtgtt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taaaccgtgt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ttgtactaat</w:t>
      </w:r>
      <w:proofErr w:type="spellEnd"/>
    </w:p>
    <w:p w14:paraId="012EA59F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tatatgcctt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atttctttac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tttattgcta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caattgtgta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cttttactag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aagtacaaat</w:t>
      </w:r>
      <w:proofErr w:type="spellEnd"/>
    </w:p>
    <w:p w14:paraId="75947157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tctagaatta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aagcatctat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gccgactact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atagcaaaga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atactgttaa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gagtgtcggt</w:t>
      </w:r>
      <w:proofErr w:type="spellEnd"/>
    </w:p>
    <w:p w14:paraId="5ACD19BB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aaattttgtc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tagaggcttc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atttaattat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ttgaagtcac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ctaatttttc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taaactgata</w:t>
      </w:r>
      <w:proofErr w:type="spellEnd"/>
    </w:p>
    <w:p w14:paraId="0960FB5F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6901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aatattataa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tttggttttt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actattaagt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gtttgcctag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gttctttaat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ctactcaacc</w:t>
      </w:r>
      <w:proofErr w:type="spellEnd"/>
    </w:p>
    <w:p w14:paraId="68981638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gctgctttag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gtgttttaat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gtctaattta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ggcatgcctt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cttactgtac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tggttacaga</w:t>
      </w:r>
      <w:proofErr w:type="spellEnd"/>
    </w:p>
    <w:p w14:paraId="2D9950B7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gaaggctatt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tgaactctac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taatgtcact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attgcaacct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actgtactgg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ttctatacct</w:t>
      </w:r>
      <w:proofErr w:type="spellEnd"/>
    </w:p>
    <w:p w14:paraId="6DBA454F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tgtagtgttt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gtcttagtgg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tttagattct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ttagacacct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atccttcttt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agaaactata</w:t>
      </w:r>
      <w:proofErr w:type="spellEnd"/>
    </w:p>
    <w:p w14:paraId="1E01D6D2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caaattacca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tttcatcttt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taaatgggat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ttaactgctt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ttggcttagt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tgcagagtgg</w:t>
      </w:r>
      <w:proofErr w:type="spellEnd"/>
    </w:p>
    <w:p w14:paraId="479AF827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tttttggcat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atattctttt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cactaggttt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ttctatgtac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ttggattggc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tgcaatcatg</w:t>
      </w:r>
      <w:proofErr w:type="spellEnd"/>
    </w:p>
    <w:p w14:paraId="1F2EBD0C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caattgtttt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tcagctattt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tgcagtacat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tttattagta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attcttggct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tatgtggtta</w:t>
      </w:r>
      <w:proofErr w:type="spellEnd"/>
    </w:p>
    <w:p w14:paraId="5F1736C5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ataattaatc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ttgtacaaat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ggccccgatt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tcagctatgg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ttagaatgta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catcttcttt</w:t>
      </w:r>
      <w:proofErr w:type="spellEnd"/>
    </w:p>
    <w:p w14:paraId="189D135D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gcatcatttt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attatgtatg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gaaaagttat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gtgcatgttg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tagacggttg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taattcatca</w:t>
      </w:r>
      <w:proofErr w:type="spellEnd"/>
    </w:p>
    <w:p w14:paraId="5CFC8A8F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acttgtatga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tgtgttacaa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acgtaataga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gcaacaagag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tcgaatgtac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aactattgtt</w:t>
      </w:r>
      <w:proofErr w:type="spellEnd"/>
    </w:p>
    <w:p w14:paraId="5F5C7D7E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aatggtgtta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gaaggtcctt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ttatgtctat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gctaatggag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gtaaaggctt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ttgcaaacta</w:t>
      </w:r>
      <w:proofErr w:type="spellEnd"/>
    </w:p>
    <w:p w14:paraId="7A473A0A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cacaattgga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attgtgttaa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ttgtgataca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ttctgtgctg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gtagtacatt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tattagtgat</w:t>
      </w:r>
      <w:proofErr w:type="spellEnd"/>
    </w:p>
    <w:p w14:paraId="198A87B9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gaagttgcga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gagacttgtc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actacagttt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aaaagaccaa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taaatcctac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tgaccagtct</w:t>
      </w:r>
      <w:proofErr w:type="spellEnd"/>
    </w:p>
    <w:p w14:paraId="728581DF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tcttacatcg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ttgatagtgt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tacagtgaag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aatggttcca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tccatcttta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ctttgataaa</w:t>
      </w:r>
      <w:proofErr w:type="spellEnd"/>
    </w:p>
    <w:p w14:paraId="06D434A9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gctggtcaaa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agacttatga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aagacattct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ctctctcatt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ttgttaactt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agacaacctg</w:t>
      </w:r>
      <w:proofErr w:type="spellEnd"/>
    </w:p>
    <w:p w14:paraId="15F4F98F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agagctaata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acactaaagg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ttcattgcct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attaatgtta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tagtttttga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tggtaaatca</w:t>
      </w:r>
      <w:proofErr w:type="spellEnd"/>
    </w:p>
    <w:p w14:paraId="7216A555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aaatgtgaag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aatcatctgc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aaaatcagcg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tctgtttact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acagtcagct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tatgtgtcaa</w:t>
      </w:r>
      <w:proofErr w:type="spellEnd"/>
    </w:p>
    <w:p w14:paraId="69D1AB88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cctatactgt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tactagatca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ggcattagtg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tctgatgttg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gtgatagtgc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ggaagttgca</w:t>
      </w:r>
      <w:proofErr w:type="spellEnd"/>
    </w:p>
    <w:p w14:paraId="2BAE71C6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gttaaaatgt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ttgatgctta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cgttaatacg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ttttcatcaa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cttttaacgt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accaatggaa</w:t>
      </w:r>
      <w:proofErr w:type="spellEnd"/>
    </w:p>
    <w:p w14:paraId="5E4F8BF3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aaactcaaaa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cactagttgc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aactgcagaa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gctgaacttg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caaagaatgt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gtccttagac</w:t>
      </w:r>
      <w:proofErr w:type="spellEnd"/>
    </w:p>
    <w:p w14:paraId="2CB8CD02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aatgtcttat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ctacttttat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ttcagcagct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cggcaagggt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ttgttgattc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agatgtagaa</w:t>
      </w:r>
      <w:proofErr w:type="spellEnd"/>
    </w:p>
    <w:p w14:paraId="489D9680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actaaagatg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ttgttgaatg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tcttaaattg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tcacatcaat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ctgacataga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agttactggc</w:t>
      </w:r>
      <w:proofErr w:type="spellEnd"/>
    </w:p>
    <w:p w14:paraId="60A37EFF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gatagttgta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ataactatat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gctcacctat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aacaaagttg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aaaacatgac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accccgtgac</w:t>
      </w:r>
      <w:proofErr w:type="spellEnd"/>
    </w:p>
    <w:p w14:paraId="7B4BD5F3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cttggtgctt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gtattgactg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tagtgcgcgt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catattaatg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cgcaggtagc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aaaaagtcac</w:t>
      </w:r>
      <w:proofErr w:type="spellEnd"/>
    </w:p>
    <w:p w14:paraId="275BB8E6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aacattgctt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tgatatggaa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cgttaaagat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ttcatgtcat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tgtctgaaca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actacgaaaa</w:t>
      </w:r>
      <w:proofErr w:type="spellEnd"/>
    </w:p>
    <w:p w14:paraId="04D11F82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caaatacgta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gtgctgctaa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aaagaataac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ttacctttta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agttgacatg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tgcaactact</w:t>
      </w:r>
      <w:proofErr w:type="spellEnd"/>
    </w:p>
    <w:p w14:paraId="65B26A6F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agacaagttg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ttaatgttgt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aacaacaaag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atagcactta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agggtggtaa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aattgttaat</w:t>
      </w:r>
      <w:proofErr w:type="spellEnd"/>
    </w:p>
    <w:p w14:paraId="08AA049C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aattggttga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agcagttaat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taaagttaca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cttgtgttcc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tttttgttgc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tgctattttc</w:t>
      </w:r>
      <w:proofErr w:type="spellEnd"/>
    </w:p>
    <w:p w14:paraId="7D7F97CE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tatttaataa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cacctgttca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tgtcatgtct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aaacatactg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acttttcaag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tgaaatcata</w:t>
      </w:r>
      <w:proofErr w:type="spellEnd"/>
    </w:p>
    <w:p w14:paraId="22EFB073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ggatacaagg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ctattgatgg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tggtgtcact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cgtgacatag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catctacaga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tacttgtttt</w:t>
      </w:r>
      <w:proofErr w:type="spellEnd"/>
    </w:p>
    <w:p w14:paraId="6050F3EF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gctaacaaac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atgctgattt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tgacacatgg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tttagccagc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gtggtggtag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ttatactaat</w:t>
      </w:r>
      <w:proofErr w:type="spellEnd"/>
    </w:p>
    <w:p w14:paraId="1CAAEE98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gacaaagctt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gcccattgat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tgctgcagtc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ataacaagag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aagtgggttt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tgtcgtgcct</w:t>
      </w:r>
      <w:proofErr w:type="spellEnd"/>
    </w:p>
    <w:p w14:paraId="648FFDBB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ggtttgcctg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gcacgatatt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acgcacaact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aatggtgact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ttttgcattt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cttacctaga</w:t>
      </w:r>
      <w:proofErr w:type="spellEnd"/>
    </w:p>
    <w:p w14:paraId="0305D7D6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gtttttagtg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cagttggtaa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catctgttac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acaccatcaa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aacttataga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gtacactgac</w:t>
      </w:r>
      <w:proofErr w:type="spellEnd"/>
    </w:p>
    <w:p w14:paraId="1235EB9C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tttgcaacat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cagcttgtgt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tttggctgct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gaatgtacaa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tttttaaaga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tgcttctggt</w:t>
      </w:r>
      <w:proofErr w:type="spellEnd"/>
    </w:p>
    <w:p w14:paraId="399C825C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aagccagtac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catattgtta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tgataccaat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gtactagaag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gttctgttgc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ttatgaaagt</w:t>
      </w:r>
      <w:proofErr w:type="spellEnd"/>
    </w:p>
    <w:p w14:paraId="4441E73A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ttacgccctg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acacacgtta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tgtgctcatg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gatggctcta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ttattcaatt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tcctaacacc</w:t>
      </w:r>
      <w:proofErr w:type="spellEnd"/>
    </w:p>
    <w:p w14:paraId="2F5073D0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taccttgaag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gttctgttag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agtggtaaca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acttttgatt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ctgagtactg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taggcacggc</w:t>
      </w:r>
      <w:proofErr w:type="spellEnd"/>
    </w:p>
    <w:p w14:paraId="3C77C0F0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acttgtgaaa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gatcagaagc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tggtgtttgt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gtatctacta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gtggtagatg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ggtacttaac</w:t>
      </w:r>
      <w:proofErr w:type="spellEnd"/>
    </w:p>
    <w:p w14:paraId="593190E0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aatgattatt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acagatcttt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accaggagtt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ttctgtggtg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tagatgctgt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aaatttattt</w:t>
      </w:r>
      <w:proofErr w:type="spellEnd"/>
    </w:p>
    <w:p w14:paraId="5D8FCB79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actaatatgt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ttacaccact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aattcaacct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attggtgctt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tggacatatc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agcatctata</w:t>
      </w:r>
      <w:proofErr w:type="spellEnd"/>
    </w:p>
    <w:p w14:paraId="707DC296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gtagctggtg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gtattgtggc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tatcgtagta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acatgccttg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cctactattt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tatgaggttt</w:t>
      </w:r>
      <w:proofErr w:type="spellEnd"/>
    </w:p>
    <w:p w14:paraId="239EE855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9421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agaagagctt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ttggtgaata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cagtcatgta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gttgccttta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atactttact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attccttatg</w:t>
      </w:r>
      <w:proofErr w:type="spellEnd"/>
    </w:p>
    <w:p w14:paraId="2243D7D4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tcattcattg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tactctgttt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aacaccagtt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tactcattct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tacctggtgt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ttattctgtt</w:t>
      </w:r>
      <w:proofErr w:type="spellEnd"/>
    </w:p>
    <w:p w14:paraId="1FBB966A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atttacttgt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acttgacatt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ttatcttact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aatgatgttt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cttttttagc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acatattcag</w:t>
      </w:r>
      <w:proofErr w:type="spellEnd"/>
    </w:p>
    <w:p w14:paraId="7A863566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tggatggtta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tgttcacacc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tttagtacct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ttctggataa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caattgctta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tatcatttgt</w:t>
      </w:r>
      <w:proofErr w:type="spellEnd"/>
    </w:p>
    <w:p w14:paraId="09BB828B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atttccacaa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agcatttcta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ttggttcttt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agtaattacc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taaagagacg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tgtagtcttt</w:t>
      </w:r>
      <w:proofErr w:type="spellEnd"/>
    </w:p>
    <w:p w14:paraId="798BC4F7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aatggtgttt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cctttagtac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ttttgaagaa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gctgcgctgt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gcaccttttt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gttaaataaa</w:t>
      </w:r>
      <w:proofErr w:type="spellEnd"/>
    </w:p>
    <w:p w14:paraId="021039F6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gaaatgtatc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taaagttgcg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tagtgatgtg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ctattacctt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ttacgcaata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taatagatac</w:t>
      </w:r>
      <w:proofErr w:type="spellEnd"/>
    </w:p>
    <w:p w14:paraId="438C3A27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ttagctcttt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ataataagta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caagtatttt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agtggagcaa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tggatacaac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tagctacaga</w:t>
      </w:r>
      <w:proofErr w:type="spellEnd"/>
    </w:p>
    <w:p w14:paraId="759FD551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gaagctgctt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gttgtcatct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cgcaaaggct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ctcaatgact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tcagtaactc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aggttctgat</w:t>
      </w:r>
      <w:proofErr w:type="spellEnd"/>
    </w:p>
    <w:p w14:paraId="0FC76B88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gttctttacc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aaccaccaca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aatctctatc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acctcagctg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ttttgcagag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tggttttaga</w:t>
      </w:r>
      <w:proofErr w:type="spellEnd"/>
    </w:p>
    <w:p w14:paraId="7074F17B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aaaatggcat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tcccatctgg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taaagttgag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ggttgtatgg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tacaagtaac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ttgtggtaca</w:t>
      </w:r>
      <w:proofErr w:type="spellEnd"/>
    </w:p>
    <w:p w14:paraId="5160FAE9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actacactta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acggtctttg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gcttgatgac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gtagtttact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gtccaagaca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tgtgatctgc</w:t>
      </w:r>
      <w:proofErr w:type="spellEnd"/>
    </w:p>
    <w:p w14:paraId="1086A6F9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acctctgaag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atatgcttaa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ccctaattat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gaagatttac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tcattcgtaa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gtctaatcat</w:t>
      </w:r>
      <w:proofErr w:type="spellEnd"/>
    </w:p>
    <w:p w14:paraId="18C04845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aatttcttgg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tacaggctgg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taatgttcaa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ctcagggtta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ttggacattc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tatgcaaaat</w:t>
      </w:r>
      <w:proofErr w:type="spellEnd"/>
    </w:p>
    <w:p w14:paraId="23A1402E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tgtgtactta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agcttaaggt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tgatacagcc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aatcctaaga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cacctaagta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taagtttgtt</w:t>
      </w:r>
      <w:proofErr w:type="spellEnd"/>
    </w:p>
    <w:p w14:paraId="7C27F8A1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cgcattcaac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caggacagac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tttttcagtg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ttagcttgtt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acaatggttc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accatctggt</w:t>
      </w:r>
      <w:proofErr w:type="spellEnd"/>
    </w:p>
    <w:p w14:paraId="247A231D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gtttaccaat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gtgctatgag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acacaatttc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actattaagg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gttcattcct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taatggttca</w:t>
      </w:r>
      <w:proofErr w:type="spellEnd"/>
    </w:p>
    <w:p w14:paraId="7CA1D54A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tgtggtagtg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ttggttttaa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catagattat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gactgtgtct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ctttttgtta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catgcaccat</w:t>
      </w:r>
      <w:proofErr w:type="spellEnd"/>
    </w:p>
    <w:p w14:paraId="67807C34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atggaattac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caactggagt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tcatgctggc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acagacttag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aaggtaactt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ttatggacct</w:t>
      </w:r>
      <w:proofErr w:type="spellEnd"/>
    </w:p>
    <w:p w14:paraId="4729CEB3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tttgttgaca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ggcaaacagc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acaagcagct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ggtacggaca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caactattac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agttaatgtt</w:t>
      </w:r>
      <w:proofErr w:type="spellEnd"/>
    </w:p>
    <w:p w14:paraId="29EB93E0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ttagcttggt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tgtacgctgc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tgttataaat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ggagacaggt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ggtttctcaa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tcgatttacc</w:t>
      </w:r>
      <w:proofErr w:type="spellEnd"/>
    </w:p>
    <w:p w14:paraId="4D94D2F6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acaactctta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atgactttaa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ccttgtggct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atgaagtaca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attatgaacc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tctaacacaa</w:t>
      </w:r>
      <w:proofErr w:type="spellEnd"/>
    </w:p>
    <w:p w14:paraId="616E185B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gaccatgttg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acatactagg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acctctttct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gctcaaactg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gaattgccgt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tttagatatg</w:t>
      </w:r>
      <w:proofErr w:type="spellEnd"/>
    </w:p>
    <w:p w14:paraId="57A957F7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tgtgcttcat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taaaagaatt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actgcaaaat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ggtatgaatg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gacgtaccat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attgggtagt</w:t>
      </w:r>
      <w:proofErr w:type="spellEnd"/>
    </w:p>
    <w:p w14:paraId="16A070B4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gctttattag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aagatgaatt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tacacctttt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gatgttgtta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gacaatgctc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aggtgttact</w:t>
      </w:r>
      <w:proofErr w:type="spellEnd"/>
    </w:p>
    <w:p w14:paraId="2410784B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ttccaaagtg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cagtgaaaag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aacaatcaag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ggtacacacc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actggttgtt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actcacaatt</w:t>
      </w:r>
      <w:proofErr w:type="spellEnd"/>
    </w:p>
    <w:p w14:paraId="26E392FD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ttgacttcac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ttttagtttt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agtccagagt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actcaatggt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ctttgttctt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ttttttgtat</w:t>
      </w:r>
      <w:proofErr w:type="spellEnd"/>
    </w:p>
    <w:p w14:paraId="038AC12A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gaaaatgcct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ttttaccttt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tgctatgggt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attattgcta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tgtctgcttt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tgcaatgatg</w:t>
      </w:r>
      <w:proofErr w:type="spellEnd"/>
    </w:p>
    <w:p w14:paraId="7D212625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tttgtcaaac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ataagcatgc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atttctctgt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ttgtttttgt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taccttctct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tgccactgta</w:t>
      </w:r>
      <w:proofErr w:type="spellEnd"/>
    </w:p>
    <w:p w14:paraId="7BC15AFD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gcttatttta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atatggtcta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tatgcctgct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agttgggtga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tgcgtattat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gacatggttg</w:t>
      </w:r>
      <w:proofErr w:type="spellEnd"/>
    </w:p>
    <w:p w14:paraId="43CC9E5C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gatatggttg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atactagttt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gaagctaaaa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gactgtgtta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tgtatgcatc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agctgtagtg</w:t>
      </w:r>
      <w:proofErr w:type="spellEnd"/>
    </w:p>
    <w:p w14:paraId="1BE41268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ttactaatcc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ttatgacagc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aagaactgtg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tatgatgatg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gtgctaggag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agtgtggaca</w:t>
      </w:r>
      <w:proofErr w:type="spellEnd"/>
    </w:p>
    <w:p w14:paraId="17A2D13D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cttatgaatg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tcttgacact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cgtttataaa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gtttattatg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gtaatgcttt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agatcaagcc</w:t>
      </w:r>
      <w:proofErr w:type="spellEnd"/>
    </w:p>
    <w:p w14:paraId="5C41C024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atttccatgt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gggctcttat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aatctctgtt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acttctaact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actcaggtgt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agttacaact</w:t>
      </w:r>
      <w:proofErr w:type="spellEnd"/>
    </w:p>
    <w:p w14:paraId="6174FAA5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gtcatgtttt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tggccagagg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tattgttttt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atgtgtgttg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agtattgccc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tattttcttc</w:t>
      </w:r>
      <w:proofErr w:type="spellEnd"/>
    </w:p>
    <w:p w14:paraId="5FC0766A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ataactggta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atacacttca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gtgtataatg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ctagtttatt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gtttcttagg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ctatttttgt</w:t>
      </w:r>
      <w:proofErr w:type="spellEnd"/>
    </w:p>
    <w:p w14:paraId="758B9E9D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acttgttact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ttggcctctt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ttgtttactc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aaccgctact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ttagactgac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tcttggtgtt</w:t>
      </w:r>
      <w:proofErr w:type="spellEnd"/>
    </w:p>
    <w:p w14:paraId="0850F2A3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tatgattact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tagtttctac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acaggagttt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agatatatga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attcacaggg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actactccca</w:t>
      </w:r>
      <w:proofErr w:type="spellEnd"/>
    </w:p>
    <w:p w14:paraId="24790599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cccaagaata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gcatagatgc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cttcaaactc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aacattaaat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tgttgggtgt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tggtggcaaa</w:t>
      </w:r>
      <w:proofErr w:type="spellEnd"/>
    </w:p>
    <w:p w14:paraId="51D882C4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ccttgtatca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aagtagccac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tgtacagtct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aaaatgtcag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atgtaaagtg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cacatcagta</w:t>
      </w:r>
      <w:proofErr w:type="spellEnd"/>
    </w:p>
    <w:p w14:paraId="7A1D7E47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gtcttactct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cagttttgca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acaactcaga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gtagaatcat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catctaaatt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gtgggctcaa</w:t>
      </w:r>
      <w:proofErr w:type="spellEnd"/>
    </w:p>
    <w:p w14:paraId="58826B45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tgtgtccagt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tacacaatga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cattctctta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gctaaagata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ctactgaagc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ctttgaaaaa</w:t>
      </w:r>
      <w:proofErr w:type="spellEnd"/>
    </w:p>
    <w:p w14:paraId="1E5A0B1D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11941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atggtttcac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tactttctgt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tttgctttcc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atgcagggtg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ctgtagacat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aaacaagctt</w:t>
      </w:r>
      <w:proofErr w:type="spellEnd"/>
    </w:p>
    <w:p w14:paraId="7F69113A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tgtgaagaaa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tgctggacaa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cagggcaacc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ttacaagcta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tagcctcaga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gtttagttcc</w:t>
      </w:r>
      <w:proofErr w:type="spellEnd"/>
    </w:p>
    <w:p w14:paraId="7CC6D906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cttccatcat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atgcagcttt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tgctactgct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caagaagctt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atgagcaggc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tgttgctaat</w:t>
      </w:r>
      <w:proofErr w:type="spellEnd"/>
    </w:p>
    <w:p w14:paraId="7380BE3A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ggtgattctg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aagttgttct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taaaaagttg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aagaagtctt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tgaatgtggc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taaatctgaa</w:t>
      </w:r>
      <w:proofErr w:type="spellEnd"/>
    </w:p>
    <w:p w14:paraId="2D0EAB6F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tttgaccgtg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atgcagccat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gcaacgtaag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ttggaaaaga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tggctgatca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agctatgacc</w:t>
      </w:r>
      <w:proofErr w:type="spellEnd"/>
    </w:p>
    <w:p w14:paraId="26D39E9D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caaatgtata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aacaggctag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atctgaggac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aagagggcaa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aagttactag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tgctatgcag</w:t>
      </w:r>
      <w:proofErr w:type="spellEnd"/>
    </w:p>
    <w:p w14:paraId="1F78A5FC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acaatgcttt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tcactatgct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tagaaagttg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gataatgatg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cactcaacaa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cattatcaac</w:t>
      </w:r>
      <w:proofErr w:type="spellEnd"/>
    </w:p>
    <w:p w14:paraId="728469D1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aatgcaagag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atggttgtgt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tcccttgaac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ataatacctc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ttacaacagc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agccaaacta</w:t>
      </w:r>
      <w:proofErr w:type="spellEnd"/>
    </w:p>
    <w:p w14:paraId="5CDC7CBF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atggttgtca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taccagacta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taacacatat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aaaaatacgt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gtgatggtac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aacatttact</w:t>
      </w:r>
      <w:proofErr w:type="spellEnd"/>
    </w:p>
    <w:p w14:paraId="11AA951D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tatgcatcag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cattgtggga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aatccaacag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gttgtagatg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cagatagtaa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aattgttcaa</w:t>
      </w:r>
      <w:proofErr w:type="spellEnd"/>
    </w:p>
    <w:p w14:paraId="58273853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cttagtgaaa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ttagtatgga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caattcacct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aatttagcat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ggcctcttat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tgtaacagct</w:t>
      </w:r>
      <w:proofErr w:type="spellEnd"/>
    </w:p>
    <w:p w14:paraId="73A8AA3B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ttaagggcca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attctgctgt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caaattacag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aataatgagc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ttagtcctgt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tgcactacga</w:t>
      </w:r>
      <w:proofErr w:type="spellEnd"/>
    </w:p>
    <w:p w14:paraId="289790B9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cagatgtctt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gtgctgccgg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tactacacaa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actgcttgca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ctgatgacaa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tgcgttagct</w:t>
      </w:r>
      <w:proofErr w:type="spellEnd"/>
    </w:p>
    <w:p w14:paraId="5997C346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tactacaaca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caacaaaggg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aggtaggttt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gtacttgcac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tgttatccga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tttacaggat</w:t>
      </w:r>
      <w:proofErr w:type="spellEnd"/>
    </w:p>
    <w:p w14:paraId="2E2B4BDE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ttgaaatggg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ctagattccc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taagagtgat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ggaactggta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ctatttatac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agaactggaa</w:t>
      </w:r>
      <w:proofErr w:type="spellEnd"/>
    </w:p>
    <w:p w14:paraId="4E0A4BA7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ccaccttgta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ggtttgttac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agacacacct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aaaggtccta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aagtgaagta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tttatacttt</w:t>
      </w:r>
      <w:proofErr w:type="spellEnd"/>
    </w:p>
    <w:p w14:paraId="7C0534DC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attaaaggat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taaacaacct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aaatagaggt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atggtacttg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gtagtttagc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tgccacagta</w:t>
      </w:r>
      <w:proofErr w:type="spellEnd"/>
    </w:p>
    <w:p w14:paraId="6EC9CB0A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cgtctacaag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ctggtaatgc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aacagaagtg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cctgccaatt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caactgtatt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atctttctgt</w:t>
      </w:r>
      <w:proofErr w:type="spellEnd"/>
    </w:p>
    <w:p w14:paraId="4E7F26DC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gcttttgctg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tagatgctgc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taaagcttac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aaagattatc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tagctagtgg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gggacaacca</w:t>
      </w:r>
      <w:proofErr w:type="spellEnd"/>
    </w:p>
    <w:p w14:paraId="7F0292DF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atcactaatt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gtgttaagat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gttgtgtaca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cacactggta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ctggtcaggc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aataacagtt</w:t>
      </w:r>
      <w:proofErr w:type="spellEnd"/>
    </w:p>
    <w:p w14:paraId="20C963C2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acaccggaag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ccaatatgga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tcaagaatcc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tttggtggtg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catcgtgttg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tctgtactgc</w:t>
      </w:r>
      <w:proofErr w:type="spellEnd"/>
    </w:p>
    <w:p w14:paraId="6904CEEF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cgttgccaca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tagatcatcc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aaatcctaaa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ggattttgtg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acttaaaagg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taagtatgta</w:t>
      </w:r>
      <w:proofErr w:type="spellEnd"/>
    </w:p>
    <w:p w14:paraId="78838F45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caaataccta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caacttgtgc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taatgaccct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gtgggtttta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cacttaaaaa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cacagtctgt</w:t>
      </w:r>
      <w:proofErr w:type="spellEnd"/>
    </w:p>
    <w:p w14:paraId="6A1C5235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accgtctgcg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gtatgtggaa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aggttatggc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tgtagttgtg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atcaactccg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cgaacccatg</w:t>
      </w:r>
      <w:proofErr w:type="spellEnd"/>
    </w:p>
    <w:p w14:paraId="5B8ABD1A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cttcagtcag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ctgatgcaca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atcgttttta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aacgggtttg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cggtgtaagt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gcagcccgtc</w:t>
      </w:r>
      <w:proofErr w:type="spellEnd"/>
    </w:p>
    <w:p w14:paraId="74858654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ttacaccgtg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cggcacaggc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actagtactg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atgtcgtata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cagggctttt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gacatctaca</w:t>
      </w:r>
      <w:proofErr w:type="spellEnd"/>
    </w:p>
    <w:p w14:paraId="417F3655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atgataaagt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agctggtttt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gctaaattcc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taaaaactaa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ttgttgtcgc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ttccaagaaa</w:t>
      </w:r>
      <w:proofErr w:type="spellEnd"/>
    </w:p>
    <w:p w14:paraId="4854316C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aggacgaaga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tgacaattta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attgattctt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actttgtagt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taagagacac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actttctcta</w:t>
      </w:r>
      <w:proofErr w:type="spellEnd"/>
    </w:p>
    <w:p w14:paraId="60F8CE34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actaccaaca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tgaagaaaca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atttataatt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tacttaagga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ttgtccagct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gttgctaaac</w:t>
      </w:r>
      <w:proofErr w:type="spellEnd"/>
    </w:p>
    <w:p w14:paraId="440B9627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atgacttctt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taagtttaga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atagacggtg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acatggtacc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acatatatca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cgtcaacgtc</w:t>
      </w:r>
      <w:proofErr w:type="spellEnd"/>
    </w:p>
    <w:p w14:paraId="0B8C3A47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ttactaaata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cacaatggca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gacctcgtct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atgctttaag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gcattttgat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gaaggtaatt</w:t>
      </w:r>
      <w:proofErr w:type="spellEnd"/>
    </w:p>
    <w:p w14:paraId="1DA45CAF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gtgacacatt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aaaagaaata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cttgtcacat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acaattgttg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tgatgatgat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tatttcaata</w:t>
      </w:r>
      <w:proofErr w:type="spellEnd"/>
    </w:p>
    <w:p w14:paraId="45846377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aaaaggactg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gtatgatttt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gtagaaaacc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cagatatatt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acgcgtatac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gccaacttag</w:t>
      </w:r>
      <w:proofErr w:type="spellEnd"/>
    </w:p>
    <w:p w14:paraId="02E8A76C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gtgaacgtgt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acgccaagct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ttgttaaaaa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cagtacaatt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ctgtgatgcc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atgcgaaatg</w:t>
      </w:r>
      <w:proofErr w:type="spellEnd"/>
    </w:p>
    <w:p w14:paraId="326B8FE2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ctggtattgt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tggtgtactg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acattagata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atcaagatct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caatggtaac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tggtatgatt</w:t>
      </w:r>
      <w:proofErr w:type="spellEnd"/>
    </w:p>
    <w:p w14:paraId="637BAD0A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tcggtgattt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catacaaacc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acgccaggta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gtggagttcc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tgttgtagat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tcttattatt</w:t>
      </w:r>
      <w:proofErr w:type="spellEnd"/>
    </w:p>
    <w:p w14:paraId="1AAA449B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cattgttaat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gcctatatta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accttgacca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gggctttaac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tgcagagtca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catgttgaca</w:t>
      </w:r>
      <w:proofErr w:type="spellEnd"/>
    </w:p>
    <w:p w14:paraId="1116BE56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ctgacttaac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aaagccttac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attaagtggg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atttgttaaa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atatgacttc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acggaagaga</w:t>
      </w:r>
      <w:proofErr w:type="spellEnd"/>
    </w:p>
    <w:p w14:paraId="30909C6B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ggttaaaact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ctttgaccgt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tattttaaat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attgggatca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gacataccac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ccaaattgtg</w:t>
      </w:r>
      <w:proofErr w:type="spellEnd"/>
    </w:p>
    <w:p w14:paraId="36CD9109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ttaactgttt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ggatgacaga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tgcattctgc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attgtgcaaa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ctttaatgtt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ttattctcta</w:t>
      </w:r>
      <w:proofErr w:type="spellEnd"/>
    </w:p>
    <w:p w14:paraId="0741C9C9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cagtgttccc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acttacaagt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tttggaccac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tagtgagaaa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aatatttgtt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gatggtgttc</w:t>
      </w:r>
      <w:proofErr w:type="spellEnd"/>
    </w:p>
    <w:p w14:paraId="01E6CA63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catttgtagt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ttcaactgga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taccacttca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gagagctagg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tgttgtacat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aatcaggatg</w:t>
      </w:r>
      <w:proofErr w:type="spellEnd"/>
    </w:p>
    <w:p w14:paraId="0DEEEB72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14461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taaacttaca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tagctctaga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cttagtttta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aggaattact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tgtgtatgct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gctgaccctg</w:t>
      </w:r>
      <w:proofErr w:type="spellEnd"/>
    </w:p>
    <w:p w14:paraId="21CB1FBA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ctatgcacgc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tgcttctggt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aatctattac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tagataaacg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cactacgtgc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ttttcagtag</w:t>
      </w:r>
      <w:proofErr w:type="spellEnd"/>
    </w:p>
    <w:p w14:paraId="088CEC9A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ctgcacttac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taacaatgtt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gcttttcaaa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ctgtcaaacc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cggtaatttt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aacaaagact</w:t>
      </w:r>
      <w:proofErr w:type="spellEnd"/>
    </w:p>
    <w:p w14:paraId="215D951B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tctatgactt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tgctgtgtct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aagggtttct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ttaaggaagg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aagttctgtt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gaattaaaac</w:t>
      </w:r>
      <w:proofErr w:type="spellEnd"/>
    </w:p>
    <w:p w14:paraId="1E2DF963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acttcttctt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tgctcaggat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ggtaatgctg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ctatcagcga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ttatgactac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tatcgttata</w:t>
      </w:r>
      <w:proofErr w:type="spellEnd"/>
    </w:p>
    <w:p w14:paraId="64C516DE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atctaccaac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aatgtgtgat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atcagacaac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tactatttgt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agttgaagtt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gttgataagt</w:t>
      </w:r>
      <w:proofErr w:type="spellEnd"/>
    </w:p>
    <w:p w14:paraId="780B1C8F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actttgattg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ttacgatggt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ggctgtatta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atgctaacca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agtcatcgtc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aacaacctag</w:t>
      </w:r>
      <w:proofErr w:type="spellEnd"/>
    </w:p>
    <w:p w14:paraId="5D5398F4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acaaatcagc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tggttttcca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tttaataaat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ggggtaaggc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tagactttat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tatgattcaa</w:t>
      </w:r>
      <w:proofErr w:type="spellEnd"/>
    </w:p>
    <w:p w14:paraId="6B1F9DFB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tgagttatga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ggatcaagat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gcacttttcg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catatacaaa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acgtaatgtc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atccctacta</w:t>
      </w:r>
      <w:proofErr w:type="spellEnd"/>
    </w:p>
    <w:p w14:paraId="36FCA21E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taactcaaat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gaatcttaag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tatgccatta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gtgcaaagaa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tagagctcgc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accgtagctg</w:t>
      </w:r>
      <w:proofErr w:type="spellEnd"/>
    </w:p>
    <w:p w14:paraId="14E41D29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gtgtctctat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ctgtagtact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atgaccaata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gacagtttca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tcaaaaatta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ttgaaatcaa</w:t>
      </w:r>
      <w:proofErr w:type="spellEnd"/>
    </w:p>
    <w:p w14:paraId="0E3F7395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tagccgccac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tagaggagct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actgtagtaa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ttggaacaag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caaattctat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ggtggttggc</w:t>
      </w:r>
      <w:proofErr w:type="spellEnd"/>
    </w:p>
    <w:p w14:paraId="3341CBC2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acaacatgtt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aaaaactgtt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tatagtgatg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tagaaaaccc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tcaccttatg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ggttgggatt</w:t>
      </w:r>
      <w:proofErr w:type="spellEnd"/>
    </w:p>
    <w:p w14:paraId="7E32A6E4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atcctaaatg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tgatagagcc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atgcctaaca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tgcttagaat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tatggcctca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cttgttcttg</w:t>
      </w:r>
      <w:proofErr w:type="spellEnd"/>
    </w:p>
    <w:p w14:paraId="78397BBA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ctcgcaaaca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tacaacgtgt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tgtagcttgt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cacaccgttt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ctatagatta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gctaatgagt</w:t>
      </w:r>
      <w:proofErr w:type="spellEnd"/>
    </w:p>
    <w:p w14:paraId="504C74FF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gtgctcaagt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attgagtgaa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atggtcatgt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gtggcggttc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actatatgtt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aaaccaggtg</w:t>
      </w:r>
      <w:proofErr w:type="spellEnd"/>
    </w:p>
    <w:p w14:paraId="2031402B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gaacctcatc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aggagatgcc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acaactgctt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atgctaatag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tgtttttaac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atttgtcaag</w:t>
      </w:r>
      <w:proofErr w:type="spellEnd"/>
    </w:p>
    <w:p w14:paraId="1C7769D2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ctgtcacggc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caatgttaat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gcacttttat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ctactgatgg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taacaaaatt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gccgataagt</w:t>
      </w:r>
      <w:proofErr w:type="spellEnd"/>
    </w:p>
    <w:p w14:paraId="2C23599C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atgtccgcaa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tttacaacac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agactttatg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agtgtctcta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tagaaataga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gatgttgaca</w:t>
      </w:r>
      <w:proofErr w:type="spellEnd"/>
    </w:p>
    <w:p w14:paraId="6331719D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cagactttgt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gaatgagttt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tacgcatatt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tgcgtaaaca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tttctcaatg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atgatacttt</w:t>
      </w:r>
      <w:proofErr w:type="spellEnd"/>
    </w:p>
    <w:p w14:paraId="7AE079DC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ctgacgatgc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tgttgtgtgt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ttcaatagca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cttatgcatc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tcaaggtcta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gtggctagca</w:t>
      </w:r>
      <w:proofErr w:type="spellEnd"/>
    </w:p>
    <w:p w14:paraId="10AFE75C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taaagaactt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taagtcagtt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ctttattatc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aaaacaatgt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ttttatgtct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gaagcaaaat</w:t>
      </w:r>
      <w:proofErr w:type="spellEnd"/>
    </w:p>
    <w:p w14:paraId="474B6068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gttggactga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gactgacctt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actaaaggac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ctcatgaatt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ttgctctcaa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catacaatgc</w:t>
      </w:r>
      <w:proofErr w:type="spellEnd"/>
    </w:p>
    <w:p w14:paraId="31BE4129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tagttaaaca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gggtgatgat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tatgtgtacc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ttccttaccc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agatccatca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agaatcctag</w:t>
      </w:r>
      <w:proofErr w:type="spellEnd"/>
    </w:p>
    <w:p w14:paraId="6AD69164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gggccggctg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ttttgtagat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gatatcgtaa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aaacagatgg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tacacttatg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attgaacggt</w:t>
      </w:r>
      <w:proofErr w:type="spellEnd"/>
    </w:p>
    <w:p w14:paraId="44949ED1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tcgtgtcttt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agctatagat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gcttacccac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ttactaaaca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tcctaatcag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gagtatgctg</w:t>
      </w:r>
      <w:proofErr w:type="spellEnd"/>
    </w:p>
    <w:p w14:paraId="149D8A93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atgtctttca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tttgtactta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caatacataa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gaaagctaca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tgatgagtta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acaggacaca</w:t>
      </w:r>
      <w:proofErr w:type="spellEnd"/>
    </w:p>
    <w:p w14:paraId="7AD9EA49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tgttagacat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gtattctgtt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atgcttacta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atgataacac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ttcaaggtat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tgggaacctg</w:t>
      </w:r>
      <w:proofErr w:type="spellEnd"/>
    </w:p>
    <w:p w14:paraId="14FDFE44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agttttatga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ggctatgtac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acaccgcata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cagtcttaca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ggctgttggg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gcttgtgttc</w:t>
      </w:r>
      <w:proofErr w:type="spellEnd"/>
    </w:p>
    <w:p w14:paraId="6F102109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tttgcaattc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acagacttca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ttaagatgtg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gtgcttgcat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acgtagacca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ttcttatgtt</w:t>
      </w:r>
      <w:proofErr w:type="spellEnd"/>
    </w:p>
    <w:p w14:paraId="58D04829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gtaaatgctg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ttacgaccat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gtcatatcaa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catcacataa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attagtcttg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tctgttaatc</w:t>
      </w:r>
      <w:proofErr w:type="spellEnd"/>
    </w:p>
    <w:p w14:paraId="496D2A54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cgtatgtttg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caatgctcca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ggttgtgatg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tcacagatgt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gactcaactt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tacttaggag</w:t>
      </w:r>
      <w:proofErr w:type="spellEnd"/>
    </w:p>
    <w:p w14:paraId="7BFDC5C2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gtatgagcta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ttattgtaaa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tcacataaac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cacccattag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ttttccattg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tgtgctaatg</w:t>
      </w:r>
      <w:proofErr w:type="spellEnd"/>
    </w:p>
    <w:p w14:paraId="51989D3C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gacaagtttt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tggtttatat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aaaaatacat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gtgttggtag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cgataatgtt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actgacttta</w:t>
      </w:r>
      <w:proofErr w:type="spellEnd"/>
    </w:p>
    <w:p w14:paraId="66D4E714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atgcaattgc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aacatgtgac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tggacaaatg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ctggtgatta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cattttagct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aacacctgta</w:t>
      </w:r>
      <w:proofErr w:type="spellEnd"/>
    </w:p>
    <w:p w14:paraId="10B1D3C5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ctgaaagact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caagcttttt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gcagcagaaa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cgctcaaagc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tactgaggag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acatttaaac</w:t>
      </w:r>
      <w:proofErr w:type="spellEnd"/>
    </w:p>
    <w:p w14:paraId="1115D674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tgtcttatgg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tattgctact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gtacgtgaag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tgctgtctga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cagagaatta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catctttcat</w:t>
      </w:r>
      <w:proofErr w:type="spellEnd"/>
    </w:p>
    <w:p w14:paraId="0DD0E83A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gggaagttgg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taaacctaga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ccaccactta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accgaaatta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tgtctttact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ggttatcgtg</w:t>
      </w:r>
      <w:proofErr w:type="spellEnd"/>
    </w:p>
    <w:p w14:paraId="2269A282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taactaaaaa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cagtaaagta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caaataggag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agtacacctt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tgaaaaaggt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gactatggtg</w:t>
      </w:r>
      <w:proofErr w:type="spellEnd"/>
    </w:p>
    <w:p w14:paraId="498C19DC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atgctgttgt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ttaccgaggt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acaacaactt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acaaattaaa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tgttggtgat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tattttgtgc</w:t>
      </w:r>
      <w:proofErr w:type="spellEnd"/>
    </w:p>
    <w:p w14:paraId="1EC8F573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tgacatcaca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tacagtaatg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ccattaagtg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cacctacact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agtgccacaa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gagcactatg</w:t>
      </w:r>
      <w:proofErr w:type="spellEnd"/>
    </w:p>
    <w:p w14:paraId="1E7CFF2B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ttagaattac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tggcttatac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ccaacactca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atatctcaga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tgagttttct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agcaatgttg</w:t>
      </w:r>
      <w:proofErr w:type="spellEnd"/>
    </w:p>
    <w:p w14:paraId="3C55C58D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16981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caaattatca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aaaggttggt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atgcaaaagt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attctacact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ccagggacca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cctggtactg</w:t>
      </w:r>
      <w:proofErr w:type="spellEnd"/>
    </w:p>
    <w:p w14:paraId="41887D27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gtaagagtca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ttttgctatt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ggcctagctc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tctactaccc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ttctgctcgc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atagtgtata</w:t>
      </w:r>
      <w:proofErr w:type="spellEnd"/>
    </w:p>
    <w:p w14:paraId="2C360D39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cagcttgctc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tcatgccgct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gttgatgcac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tatgtgagaa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ggcattaaaa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tatttgccta</w:t>
      </w:r>
      <w:proofErr w:type="spellEnd"/>
    </w:p>
    <w:p w14:paraId="30A60532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tagataaatg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tagtagaatt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atacctgcac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gtgctcgtgt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agagtgtttt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gataaattca</w:t>
      </w:r>
      <w:proofErr w:type="spellEnd"/>
    </w:p>
    <w:p w14:paraId="6C221F8F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aagtgaattc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aacattagaa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cagtatgtct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tttgtactgt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aaatgcattg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cctgagacga</w:t>
      </w:r>
      <w:proofErr w:type="spellEnd"/>
    </w:p>
    <w:p w14:paraId="7421AD54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cagcagatat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agttgtcttt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gatgaaattt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caatggccac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aaattatgat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ttgagtgttg</w:t>
      </w:r>
      <w:proofErr w:type="spellEnd"/>
    </w:p>
    <w:p w14:paraId="4B035D6F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tcaatgccag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attatgtgct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aagcactatg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tgtacattgg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cgaccctgct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caattacctg</w:t>
      </w:r>
      <w:proofErr w:type="spellEnd"/>
    </w:p>
    <w:p w14:paraId="5B245725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caccacgcac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attgctaact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aagggcacac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tagaaccaga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atatttcaat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tcagtgtgta</w:t>
      </w:r>
      <w:proofErr w:type="spellEnd"/>
    </w:p>
    <w:p w14:paraId="1C300EE5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gacttatgaa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aactataggt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ccagacatgt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tcctcggaac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ttgtcggcgt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tgtcctgctg</w:t>
      </w:r>
      <w:proofErr w:type="spellEnd"/>
    </w:p>
    <w:p w14:paraId="7AB8229B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aaattgttga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cactgtgagt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gctttggttt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atgataataa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gcttaaagca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cataaagaca</w:t>
      </w:r>
      <w:proofErr w:type="spellEnd"/>
    </w:p>
    <w:p w14:paraId="05149617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aatcagctca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atgctttaaa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atgttttata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agggtgttat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cacgcatgat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gtttcatctg</w:t>
      </w:r>
      <w:proofErr w:type="spellEnd"/>
    </w:p>
    <w:p w14:paraId="01CE948D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caattaacag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gccacaaata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ggcgtggtaa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gagaattcct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tacacgtaac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cctgcttgga</w:t>
      </w:r>
      <w:proofErr w:type="spellEnd"/>
    </w:p>
    <w:p w14:paraId="6D258E6E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gaaaagctgt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ctttatttca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ccttataatt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cacagaatgc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tgtagcctca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aagattttgg</w:t>
      </w:r>
      <w:proofErr w:type="spellEnd"/>
    </w:p>
    <w:p w14:paraId="54D60E6B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gactaccaac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tcaaactgtt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gattcatcac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agggctcaga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atatgactat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gtcatattca</w:t>
      </w:r>
      <w:proofErr w:type="spellEnd"/>
    </w:p>
    <w:p w14:paraId="32F40466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ctcaaaccac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tgaaacagct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cactcttgta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atgtaaacag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atttaatgtt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gctattacca</w:t>
      </w:r>
      <w:proofErr w:type="spellEnd"/>
    </w:p>
    <w:p w14:paraId="56599B9D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gagcaaaagt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aggcatactt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tgcataatgt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ctgatagaga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cctttatgac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aagttgcaat</w:t>
      </w:r>
      <w:proofErr w:type="spellEnd"/>
    </w:p>
    <w:p w14:paraId="46B3B8B7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ttacaagtct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tgaaattcca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cgtaggaatg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tggcaacttt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acaagctgaa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aatgtaacag</w:t>
      </w:r>
      <w:proofErr w:type="spellEnd"/>
    </w:p>
    <w:p w14:paraId="77C226C9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gactctttaa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agattgtagt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aaggtaatca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ctgggttaca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tcctacacag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gcacctacac</w:t>
      </w:r>
      <w:proofErr w:type="spellEnd"/>
    </w:p>
    <w:p w14:paraId="6E56D2D8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acctcagtgt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tgacactaaa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ttcaaaactg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aaggtttatg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tgttgacgta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cctggcatac</w:t>
      </w:r>
      <w:proofErr w:type="spellEnd"/>
    </w:p>
    <w:p w14:paraId="13E3A2FB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ctaaggacat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gacctataga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agactcatct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ctatgatggg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ttttaaaatg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aattatcaag</w:t>
      </w:r>
      <w:proofErr w:type="spellEnd"/>
    </w:p>
    <w:p w14:paraId="1EF02A10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ttaatggtta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ccctaacatg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tttatcaccc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gcgaagaagc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tataagacat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gtacgtgcat</w:t>
      </w:r>
      <w:proofErr w:type="spellEnd"/>
    </w:p>
    <w:p w14:paraId="7E8A6819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ggattggctt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cgatgtcgag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gggtgtcatg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ctactagaga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agctgttggt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accaatttac</w:t>
      </w:r>
      <w:proofErr w:type="spellEnd"/>
    </w:p>
    <w:p w14:paraId="1EC88171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ctttacagct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aggtttttct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acaggtgtta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acctagttgc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tgtacctaca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ggttatgttg</w:t>
      </w:r>
      <w:proofErr w:type="spellEnd"/>
    </w:p>
    <w:p w14:paraId="0D1A975B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atacacctaa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taatacagat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ttttccagag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ttagtgctaa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accaccgcct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ggagatcaat</w:t>
      </w:r>
      <w:proofErr w:type="spellEnd"/>
    </w:p>
    <w:p w14:paraId="502D4697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ttaaacacct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cataccactt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atgtacaaag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gacttccttg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gaatgtagtg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cgtataaaga</w:t>
      </w:r>
      <w:proofErr w:type="spellEnd"/>
    </w:p>
    <w:p w14:paraId="73F9E219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ttgtacaaat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gttaagtgac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acacttaaaa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atctctctga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cagagtcgta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tttgtcttat</w:t>
      </w:r>
      <w:proofErr w:type="spellEnd"/>
    </w:p>
    <w:p w14:paraId="5463D1B7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gggcacatgg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ctttgagttg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acatctatga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agtattttgt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gaaaatagga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cctgagcgca</w:t>
      </w:r>
      <w:proofErr w:type="spellEnd"/>
    </w:p>
    <w:p w14:paraId="14714468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cctgttgtct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atgtgataga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cgtgccacat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gcttttccac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tgcttcagac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acttatgcct</w:t>
      </w:r>
      <w:proofErr w:type="spellEnd"/>
    </w:p>
    <w:p w14:paraId="585A04F9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gttggcatca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ttctattgga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tttgattacg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tctataatcc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gtttatgatt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gatgttcaac</w:t>
      </w:r>
      <w:proofErr w:type="spellEnd"/>
    </w:p>
    <w:p w14:paraId="107DB155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aatggggttt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tacaggtaac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ctacaaagca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accatgatct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gtattgtcaa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gtccatggta</w:t>
      </w:r>
      <w:proofErr w:type="spellEnd"/>
    </w:p>
    <w:p w14:paraId="4108BA6F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atgcacatgt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agctagttgt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gatgcaatca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tgactaggtg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tctagctgtc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cacgagtgct</w:t>
      </w:r>
      <w:proofErr w:type="spellEnd"/>
    </w:p>
    <w:p w14:paraId="06E502C7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ttgttaagcg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tgttgactgg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actattgaat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atcctataat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tggtgatgaa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ctgaagatta</w:t>
      </w:r>
      <w:proofErr w:type="spellEnd"/>
    </w:p>
    <w:p w14:paraId="1AA84697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atgcggcttg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tagaaaggtt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caacacatgg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ttgttaaagc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tgcattatta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gcagacaaat</w:t>
      </w:r>
      <w:proofErr w:type="spellEnd"/>
    </w:p>
    <w:p w14:paraId="44A8CE78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tcccagttct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tcacgacatt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ggtaacccta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aagctattaa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gtgtgtacct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caagctgatg</w:t>
      </w:r>
      <w:proofErr w:type="spellEnd"/>
    </w:p>
    <w:p w14:paraId="1B05B39A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tagaatggaa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gttctatgat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gcacagcctt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gtagtgacaa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agcttataaa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atagaagaat</w:t>
      </w:r>
      <w:proofErr w:type="spellEnd"/>
    </w:p>
    <w:p w14:paraId="44C7E4E6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tattctattc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ttatgccaca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cattctgaca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aattcacaga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tggtgtatgc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ctattttgga</w:t>
      </w:r>
      <w:proofErr w:type="spellEnd"/>
    </w:p>
    <w:p w14:paraId="43A5301C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attgcaatgt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cgatagatat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cctgctaatt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ccattgtttg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tagatttgac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actagagtgc</w:t>
      </w:r>
      <w:proofErr w:type="spellEnd"/>
    </w:p>
    <w:p w14:paraId="333372DF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tatctaacct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taacttgcct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ggttgtgatg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gtggcagttt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gtatgtaaat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aaacatgcat</w:t>
      </w:r>
      <w:proofErr w:type="spellEnd"/>
    </w:p>
    <w:p w14:paraId="57CAA08A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tccacacacc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agcttttgat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aaaagtgctt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ttgttaattt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aaaacaatta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ccatttttct</w:t>
      </w:r>
      <w:proofErr w:type="spellEnd"/>
    </w:p>
    <w:p w14:paraId="137DAB92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attactctga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cagtccatgt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gagtctcatg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gaaaacaagt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agtgtcagat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atagattatg</w:t>
      </w:r>
      <w:proofErr w:type="spellEnd"/>
    </w:p>
    <w:p w14:paraId="572BC6EC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taccactaaa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gtctgctacg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tgtataacac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gttgcaattt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aggtggtgct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gtctgtagac</w:t>
      </w:r>
      <w:proofErr w:type="spellEnd"/>
    </w:p>
    <w:p w14:paraId="457B1F21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atcatgctaa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tgagtacaga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ttgtatctcg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atgcttataa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catgatgatc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tcagctggct</w:t>
      </w:r>
      <w:proofErr w:type="spellEnd"/>
    </w:p>
    <w:p w14:paraId="1F661533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19501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ttagcttgtg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ggtttacaaa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caatttgata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cttataacct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ctggaacact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tttacaagac</w:t>
      </w:r>
      <w:proofErr w:type="spellEnd"/>
    </w:p>
    <w:p w14:paraId="2A4801B2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ttcagagttt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agaaaatgtg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gcttttaatg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ttgtaaataa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gggacacttt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gatggacaac</w:t>
      </w:r>
      <w:proofErr w:type="spellEnd"/>
    </w:p>
    <w:p w14:paraId="2775DE09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agggtgaagt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accagtttct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atcattaata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acactgttta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cacaaaagtt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gatggtgttg</w:t>
      </w:r>
      <w:proofErr w:type="spellEnd"/>
    </w:p>
    <w:p w14:paraId="6FD3C6F9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atgtagaatt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gtttgaaaat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aaaacaacat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tacctgttaa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tgtagcattt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gagctttggg</w:t>
      </w:r>
      <w:proofErr w:type="spellEnd"/>
    </w:p>
    <w:p w14:paraId="2A853824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ctaagcgcaa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cattaaacca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gtaccagagg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tgaaaatact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caataatttg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ggtgtggaca</w:t>
      </w:r>
      <w:proofErr w:type="spellEnd"/>
    </w:p>
    <w:p w14:paraId="53C79651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ttgctgctaa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tactgtgatc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tgggactaca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aaagagatgc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tccagcacat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atatctacta</w:t>
      </w:r>
      <w:proofErr w:type="spellEnd"/>
    </w:p>
    <w:p w14:paraId="2ADE8814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ttggtgtttg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ttctatgact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gacatagcca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agaaaccaat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tgaaacgatt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tgtgcaccac</w:t>
      </w:r>
      <w:proofErr w:type="spellEnd"/>
    </w:p>
    <w:p w14:paraId="36173B43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tcactgtctt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ttttgatggt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agagttgatg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gtcaagtaga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cttatttaga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aatgcccgta</w:t>
      </w:r>
      <w:proofErr w:type="spellEnd"/>
    </w:p>
    <w:p w14:paraId="34494492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atggtgttct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tattacagag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ggtagtgtta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aaggtttaca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accatctgta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ggtcccaaac</w:t>
      </w:r>
      <w:proofErr w:type="spellEnd"/>
    </w:p>
    <w:p w14:paraId="79D85699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aagctagtct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taatggagtc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acattaattg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gagaagccgt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aaaaacacag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ttcaattatt</w:t>
      </w:r>
      <w:proofErr w:type="spellEnd"/>
    </w:p>
    <w:p w14:paraId="7B7F294F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ataagaaagt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tgatggtgtt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gtccaacaat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tacctgaaac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ttactttact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cagagtagaa</w:t>
      </w:r>
      <w:proofErr w:type="spellEnd"/>
    </w:p>
    <w:p w14:paraId="5860B41C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atttacaaga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atttaaaccc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aggagtcaaa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tggaaattga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tttcttagaa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ttagctatgg</w:t>
      </w:r>
      <w:proofErr w:type="spellEnd"/>
    </w:p>
    <w:p w14:paraId="10EA6C1E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atgaattcat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tgaacggtat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aaattagaag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gctatgcctt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cgaacatatc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gtttatggag</w:t>
      </w:r>
      <w:proofErr w:type="spellEnd"/>
    </w:p>
    <w:p w14:paraId="0C427B7D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attttagtca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tagtcagtta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ggtggtttac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atctactgat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tggactagct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aaacgtttta</w:t>
      </w:r>
      <w:proofErr w:type="spellEnd"/>
    </w:p>
    <w:p w14:paraId="6D8833EA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aggaatcacc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ttttgaatta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gaagatttta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ttcctatgga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cagtacagtt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aaaaactatt</w:t>
      </w:r>
      <w:proofErr w:type="spellEnd"/>
    </w:p>
    <w:p w14:paraId="1D3C791E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tcataacaga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tgcgcaaaca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ggttcatcta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agtgtgtgtg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ttctgttatt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gatttattac</w:t>
      </w:r>
      <w:proofErr w:type="spellEnd"/>
    </w:p>
    <w:p w14:paraId="33FF36F6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ttgatgattt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tgttgaaata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ataaaatccc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aagatttatc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tgtagtttct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aaggttgtca</w:t>
      </w:r>
      <w:proofErr w:type="spellEnd"/>
    </w:p>
    <w:p w14:paraId="60EC44A5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aagtgactat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tgactataca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gaaatttcat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ttatgctttg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gtgtaaagat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ggccatgtag</w:t>
      </w:r>
      <w:proofErr w:type="spellEnd"/>
    </w:p>
    <w:p w14:paraId="63126081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aaacatttta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cccaaaatta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caatctagtc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aagcgtggca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accgggtgtt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gctatgccta</w:t>
      </w:r>
      <w:proofErr w:type="spellEnd"/>
    </w:p>
    <w:p w14:paraId="530D2AA6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atctttacaa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aatgcaaaga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atgctattag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aaaagtgtga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ccttcaaaat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tatggtgata</w:t>
      </w:r>
      <w:proofErr w:type="spellEnd"/>
    </w:p>
    <w:p w14:paraId="3B2A10D3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gtgcaacatt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acctaaaggc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ataatgatga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atgtcgcaaa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atatactcaa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ctgtgtcaat</w:t>
      </w:r>
      <w:proofErr w:type="spellEnd"/>
    </w:p>
    <w:p w14:paraId="57D4456B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atttaaacac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attaacatta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gctgtaccct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ataatatgag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agttatacat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tttggtgctg</w:t>
      </w:r>
      <w:proofErr w:type="spellEnd"/>
    </w:p>
    <w:p w14:paraId="057800C0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gttctgataa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aggagttgca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ccaggtacag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ctgttttaag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acagtggttg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cctacgggta</w:t>
      </w:r>
      <w:proofErr w:type="spellEnd"/>
    </w:p>
    <w:p w14:paraId="67C18849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cgctgcttgt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cgattcagat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cttaatgact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ttgtctctga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tgcagattca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actttgattg</w:t>
      </w:r>
      <w:proofErr w:type="spellEnd"/>
    </w:p>
    <w:p w14:paraId="06963DC0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gtgattgtgc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aactgtacat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acagctaata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aatgggatct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cattattagt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gatatgtacg</w:t>
      </w:r>
      <w:proofErr w:type="spellEnd"/>
    </w:p>
    <w:p w14:paraId="4CCBB170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accctaagac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taaaaatgtt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acaaaagaaa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atgactctaa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agagggtttt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ttcacttaca</w:t>
      </w:r>
      <w:proofErr w:type="spellEnd"/>
    </w:p>
    <w:p w14:paraId="3D62E27D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tttgtgggtt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tatacaacaa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aagctagctc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ttggaggttc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cgtggctata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aagataacag</w:t>
      </w:r>
      <w:proofErr w:type="spellEnd"/>
    </w:p>
    <w:p w14:paraId="1597B638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aacattcttg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gaatgctgat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ctttataagc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tcatgggaca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cttcgcatgg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tggacagcct</w:t>
      </w:r>
      <w:proofErr w:type="spellEnd"/>
    </w:p>
    <w:p w14:paraId="78364FE4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ttgttactaa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tgtgaatgcg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tcatcatctg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aagcattttt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aattggatgt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aattatcttg</w:t>
      </w:r>
      <w:proofErr w:type="spellEnd"/>
    </w:p>
    <w:p w14:paraId="56A3DDF4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gcaaaccacg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cgaacaaata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gatggttatg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tcatgcatgc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aaattacata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ttttggagga</w:t>
      </w:r>
      <w:proofErr w:type="spellEnd"/>
    </w:p>
    <w:p w14:paraId="6786CADB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atacaaatcc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aattcagttg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tcttcctatt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ctttatttga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catgagtaaa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tttcccctta</w:t>
      </w:r>
      <w:proofErr w:type="spellEnd"/>
    </w:p>
    <w:p w14:paraId="39211F02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aattaagggg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tactgctgtt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atgtctttaa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aagaaggtca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aatcaatgat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atgattttat</w:t>
      </w:r>
      <w:proofErr w:type="spellEnd"/>
    </w:p>
    <w:p w14:paraId="46AF5556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ctcttcttag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taaaggtaga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cttataatta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gagaaaacaa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cagagttgtt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atttctagtg</w:t>
      </w:r>
      <w:proofErr w:type="spellEnd"/>
    </w:p>
    <w:p w14:paraId="4F699444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atgttcttgt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taacaactaa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acgaacaatg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tttgtttttc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ttgttttatt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gccactagtc</w:t>
      </w:r>
      <w:proofErr w:type="spellEnd"/>
    </w:p>
    <w:p w14:paraId="2069CE3F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tctagtcagt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gtgttaatct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tataaccaga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actcaatcat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acactaattc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tttcacacgt</w:t>
      </w:r>
      <w:proofErr w:type="spellEnd"/>
    </w:p>
    <w:p w14:paraId="1619FCB0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ggtgtttatt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accctgacaa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agttttcaga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tcctcagttt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tacattcaac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tcaggacttg</w:t>
      </w:r>
      <w:proofErr w:type="spellEnd"/>
    </w:p>
    <w:p w14:paraId="7DFFAF72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ttcttacctt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tcttttccaa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tgttacttgg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ttccatgcta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tacatgtctc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tgggaccaat</w:t>
      </w:r>
      <w:proofErr w:type="spellEnd"/>
    </w:p>
    <w:p w14:paraId="54FA9B81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ggtactaaga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ggtttgataa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ccctgtccta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ccatttaatg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atggtgttta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ttttgcttcc</w:t>
      </w:r>
      <w:proofErr w:type="spellEnd"/>
    </w:p>
    <w:p w14:paraId="2D2C7DB4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actgagaagt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ctaacataat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aagaggctgg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atttttggta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ctactttaga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ttcgaagacc</w:t>
      </w:r>
      <w:proofErr w:type="spellEnd"/>
    </w:p>
    <w:p w14:paraId="1EDF3411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cagtccctac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ttattgttaa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taacgctact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aatgttgtta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ttaaagtctg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tgaatttcaa</w:t>
      </w:r>
      <w:proofErr w:type="spellEnd"/>
    </w:p>
    <w:p w14:paraId="73DD2333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ttttgtaatg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atccattttt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ggatgtttat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taccacaaaa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acaacaaaag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ttggatggaa</w:t>
      </w:r>
      <w:proofErr w:type="spellEnd"/>
    </w:p>
    <w:p w14:paraId="059C501F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agtgagttca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gagtttattc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tagtgcgaat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aattgcactt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ttgaatatgt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ctctcagcct</w:t>
      </w:r>
      <w:proofErr w:type="spellEnd"/>
    </w:p>
    <w:p w14:paraId="58BA5AA6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22021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tttcttatgg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accttgaagg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aaaacagggt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aatttcaaaa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atcttaggga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atttgtgttt</w:t>
      </w:r>
      <w:proofErr w:type="spellEnd"/>
    </w:p>
    <w:p w14:paraId="003484A6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aagaatattg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atggttattt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taaaatatat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tctaagcaca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cgcctattaa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tttagggcgt</w:t>
      </w:r>
      <w:proofErr w:type="spellEnd"/>
    </w:p>
    <w:p w14:paraId="79D18ED2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gatctccctc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agggtttttc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ggctttagaa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ccattggtag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atttgccaat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aggtattaac</w:t>
      </w:r>
      <w:proofErr w:type="spellEnd"/>
    </w:p>
    <w:p w14:paraId="7761092B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atcactaggt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ttcaaacttt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acttgcttta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catagaagtt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atttgactcc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tggtgattct</w:t>
      </w:r>
      <w:proofErr w:type="spellEnd"/>
    </w:p>
    <w:p w14:paraId="60A9C103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tcttcaggtt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ggacagctgg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tgctgcagct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tattatgtgg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gttatcttca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acctaggact</w:t>
      </w:r>
      <w:proofErr w:type="spellEnd"/>
    </w:p>
    <w:p w14:paraId="6B5E7CCF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tttctattaa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aatataatga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aaatggaacc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attacagatg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ctgtagactg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tgcacttgac</w:t>
      </w:r>
      <w:proofErr w:type="spellEnd"/>
    </w:p>
    <w:p w14:paraId="22E7008B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cctctctcag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aaacaaagtg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tacgttgaaa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tccttcactg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tagaaaaagg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aatctatcaa</w:t>
      </w:r>
      <w:proofErr w:type="spellEnd"/>
    </w:p>
    <w:p w14:paraId="130CAB57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acttctaact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ttagagtcca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accaacagaa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tctattgtta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gatttcctaa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tattacaaac</w:t>
      </w:r>
      <w:proofErr w:type="spellEnd"/>
    </w:p>
    <w:p w14:paraId="6815F016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ttgtgccctt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ttgatgaagt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ttttaacgcc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accagatttg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catctgttta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tgcttggaac</w:t>
      </w:r>
      <w:proofErr w:type="spellEnd"/>
    </w:p>
    <w:p w14:paraId="2CA860C6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aggaagagaa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tcagcaactg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tgttgctgat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tattctgtcc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tatataattt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cgcaccattt</w:t>
      </w:r>
      <w:proofErr w:type="spellEnd"/>
    </w:p>
    <w:p w14:paraId="52954B2B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ttcgctttta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agtgttatgg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agtgtctcct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actaaattaa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atgatctctg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ctttactaat</w:t>
      </w:r>
      <w:proofErr w:type="spellEnd"/>
    </w:p>
    <w:p w14:paraId="44719626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gtctatgcag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attcatttgt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aattagaggt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aatgaagtca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gccaaattgc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tccagggcaa</w:t>
      </w:r>
      <w:proofErr w:type="spellEnd"/>
    </w:p>
    <w:p w14:paraId="549A0E5D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actggaaata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ttgctgatta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taattataaa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ttaccagatg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attttacagg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ctgcgttata</w:t>
      </w:r>
      <w:proofErr w:type="spellEnd"/>
    </w:p>
    <w:p w14:paraId="3525E877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gcttggaatt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ctaacaagct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tgattctaag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gttggtggta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attataatta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cctgtataga</w:t>
      </w:r>
      <w:proofErr w:type="spellEnd"/>
    </w:p>
    <w:p w14:paraId="0A53FF8A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ttgtttagga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agtctaatct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caaacctttt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gagagagata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tttcaactga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aatctatcag</w:t>
      </w:r>
      <w:proofErr w:type="spellEnd"/>
    </w:p>
    <w:p w14:paraId="537F1099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gccggtaaca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aaccttgtaa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tggtgttgca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ggttttaatt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gttactttcc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tttacgatca</w:t>
      </w:r>
      <w:proofErr w:type="spellEnd"/>
    </w:p>
    <w:p w14:paraId="4CAC91A7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tatggtttcc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gacccactta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tggtgttggt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caccaaccat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acagagtagt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agtactttct</w:t>
      </w:r>
      <w:proofErr w:type="spellEnd"/>
    </w:p>
    <w:p w14:paraId="135C85DE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tttgaacttc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tacatgcacc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agcaactgtt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tgtggaccta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aaaagtctac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taatttggtt</w:t>
      </w:r>
      <w:proofErr w:type="spellEnd"/>
    </w:p>
    <w:p w14:paraId="5F885317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aaaaacaaat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gtgtcaattt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caacttcaat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ggtttaacag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gcacaggtgt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tcttactgag</w:t>
      </w:r>
      <w:proofErr w:type="spellEnd"/>
    </w:p>
    <w:p w14:paraId="0BE8711A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tctaacaaaa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agtttctgcc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tttccaacaa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tttggcagag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acattgctga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cactactgat</w:t>
      </w:r>
      <w:proofErr w:type="spellEnd"/>
    </w:p>
    <w:p w14:paraId="6F479A74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gctgtccgtg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atccacagac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acttgagatt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cttgacatta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caccatgttc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ttttggtggt</w:t>
      </w:r>
      <w:proofErr w:type="spellEnd"/>
    </w:p>
    <w:p w14:paraId="28FD5432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gtcagtgtta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taacaccagg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aacaaatact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tctaaccagg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ttgctgttct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ttatcagggt</w:t>
      </w:r>
      <w:proofErr w:type="spellEnd"/>
    </w:p>
    <w:p w14:paraId="1993C5FA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gttaactgca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cagaagtccc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tgttgctatt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catgcagatc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aacttactcc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tacttggcgt</w:t>
      </w:r>
      <w:proofErr w:type="spellEnd"/>
    </w:p>
    <w:p w14:paraId="551ECA0E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gtttattcta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caggttctaa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tgtttttcaa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acacgtgcag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gctgtttaat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aggggctgaa</w:t>
      </w:r>
      <w:proofErr w:type="spellEnd"/>
    </w:p>
    <w:p w14:paraId="193A6ACF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tatgtcaaca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actcatatga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gtgtgacata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cccattggtg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caggtatatg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cgctagttat</w:t>
      </w:r>
      <w:proofErr w:type="spellEnd"/>
    </w:p>
    <w:p w14:paraId="71203401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cagactcaga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ctaagtctca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tcggcgggca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cgtagtgtag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ctagtcaatc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catcattgcc</w:t>
      </w:r>
      <w:proofErr w:type="spellEnd"/>
    </w:p>
    <w:p w14:paraId="7B77FC07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tacactatgt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cacttggtgc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agaaaattca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gttgcttact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ctaataactc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tattgccata</w:t>
      </w:r>
      <w:proofErr w:type="spellEnd"/>
    </w:p>
    <w:p w14:paraId="450C8783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cccacaaatt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ttactattag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tgttaccaca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gaaattctac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cagtgtctat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gaccaagaca</w:t>
      </w:r>
      <w:proofErr w:type="spellEnd"/>
    </w:p>
    <w:p w14:paraId="0CB786E2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tcagtagatt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gtacaatgta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catttgtggt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gattcaactg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aatgcagcaa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tcttttgttg</w:t>
      </w:r>
      <w:proofErr w:type="spellEnd"/>
    </w:p>
    <w:p w14:paraId="77BE3ADB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caatatggca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gtttttgtac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acaattaaaa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cgtgctttaa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ctggaatagc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tgttgaacaa</w:t>
      </w:r>
      <w:proofErr w:type="spellEnd"/>
    </w:p>
    <w:p w14:paraId="57E4CA95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gacaaaaaca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cccaagaagt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ttttgcacaa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gtcaaacaaa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tttacaaaac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accaccaatt</w:t>
      </w:r>
      <w:proofErr w:type="spellEnd"/>
    </w:p>
    <w:p w14:paraId="7F3CAD09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aaatattttg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gtggttttaa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tttttcacaa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atattaccag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atccatcaaa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accaagcaag</w:t>
      </w:r>
      <w:proofErr w:type="spellEnd"/>
    </w:p>
    <w:p w14:paraId="55C73C96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aggtcattta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ttgaagatct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acttttcaac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aaagtgacac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ttgcagatgc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tggcttcatc</w:t>
      </w:r>
      <w:proofErr w:type="spellEnd"/>
    </w:p>
    <w:p w14:paraId="576C2C52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aaacaatatg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gtgattgcct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tggtgatatt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gctgctagag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acctcatttg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tgcacaaaag</w:t>
      </w:r>
      <w:proofErr w:type="spellEnd"/>
    </w:p>
    <w:p w14:paraId="6BED19DB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tttaacggcc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ttactgtttt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gccacctttg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ctcacagatg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aaatgattgc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tcaatacact</w:t>
      </w:r>
      <w:proofErr w:type="spellEnd"/>
    </w:p>
    <w:p w14:paraId="0205DF1F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tctgcactgt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tagcgggtac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aatcacttct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ggttggacct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ttggtgcagg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tgctgcatta</w:t>
      </w:r>
      <w:proofErr w:type="spellEnd"/>
    </w:p>
    <w:p w14:paraId="364D65C7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caaataccat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ttgctatgca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aatggcttat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aggtttaatg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gtattggagt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tacacagaat</w:t>
      </w:r>
      <w:proofErr w:type="spellEnd"/>
    </w:p>
    <w:p w14:paraId="52466201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gttctctatg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agaaccaaaa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attgattgcc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aaccaattta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atagtgctat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tggcaaaatt</w:t>
      </w:r>
      <w:proofErr w:type="spellEnd"/>
    </w:p>
    <w:p w14:paraId="712AA19E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caagactcac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tttcttccac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agcaagtgca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cttggaaaac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ttcaagatgt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ggtcaaccat</w:t>
      </w:r>
      <w:proofErr w:type="spellEnd"/>
    </w:p>
    <w:p w14:paraId="0B8721C3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aatgcacaag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ctttaaacac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gcttgttaaa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caacttagct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ccaaatttgg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tgcaatttca</w:t>
      </w:r>
      <w:proofErr w:type="spellEnd"/>
    </w:p>
    <w:p w14:paraId="5A26F6F4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agtgttttaa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atgatatcct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ttcacgtctt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gacaaagttg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aggctgaagt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gcaaattgat</w:t>
      </w:r>
      <w:proofErr w:type="spellEnd"/>
    </w:p>
    <w:p w14:paraId="23DCC290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aggttgatca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caggcagact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tcaaagtttg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cagacatatg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tgactcaaca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attaattaga</w:t>
      </w:r>
      <w:proofErr w:type="spellEnd"/>
    </w:p>
    <w:p w14:paraId="6720D292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24541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gctgcagaaa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tcagagcttc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tgctaatctt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gctgctacta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aaatgtcaga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gtgtgtactt</w:t>
      </w:r>
      <w:proofErr w:type="spellEnd"/>
    </w:p>
    <w:p w14:paraId="713B1715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ggacaatcaa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aaagagttga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tttttgtgga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aagggctatc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atcttatgtc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cttccctcag</w:t>
      </w:r>
      <w:proofErr w:type="spellEnd"/>
    </w:p>
    <w:p w14:paraId="02F17DFD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tcagcacctc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atggtgtagt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cttcttgcat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gtgacttatg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tccctgcaca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agaaaagaac</w:t>
      </w:r>
      <w:proofErr w:type="spellEnd"/>
    </w:p>
    <w:p w14:paraId="057B020B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ttcacaactg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ctcctgccat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ttgtcatgat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ggaaaagcac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actttcctcg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tgaaggtgtc</w:t>
      </w:r>
      <w:proofErr w:type="spellEnd"/>
    </w:p>
    <w:p w14:paraId="5B0A1D23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tttgtttcaa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atggcacaca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ctggtttgta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acacaaagga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atttttatga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accacaaatc</w:t>
      </w:r>
      <w:proofErr w:type="spellEnd"/>
    </w:p>
    <w:p w14:paraId="2E0CC0F1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attactacag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acaacacatt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tgtgtctggt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aactgtgatg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ttgtaatagg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aattgtcaac</w:t>
      </w:r>
      <w:proofErr w:type="spellEnd"/>
    </w:p>
    <w:p w14:paraId="3A52A40F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aacacagttt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atgatccttt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gcaacctgaa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ttagattcat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tcaaggagga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gttagataaa</w:t>
      </w:r>
      <w:proofErr w:type="spellEnd"/>
    </w:p>
    <w:p w14:paraId="0F6CAA5F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tattttaaga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atcatacatc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accagatgtt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gatttaggtg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acatctctgg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cattaatgct</w:t>
      </w:r>
      <w:proofErr w:type="spellEnd"/>
    </w:p>
    <w:p w14:paraId="56D0A699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tcagttgtaa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acattcaaaa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agaaattgac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cgcctcaatg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aggttgccaa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gaatttaaat</w:t>
      </w:r>
      <w:proofErr w:type="spellEnd"/>
    </w:p>
    <w:p w14:paraId="1D941C3E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gaatctctca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tcgatctcca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agaacttgga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aagtatgagc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agtatataaa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atggccatgg</w:t>
      </w:r>
      <w:proofErr w:type="spellEnd"/>
    </w:p>
    <w:p w14:paraId="560C3623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tacatttggc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taggttttat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agctggcttg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attgccatag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taatggtgac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aattatgctt</w:t>
      </w:r>
      <w:proofErr w:type="spellEnd"/>
    </w:p>
    <w:p w14:paraId="2D85BEB9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tgctgtatga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ccagttgctg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tagttgtctc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aagggctgtt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gttcttgtgg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atcctgctgc</w:t>
      </w:r>
      <w:proofErr w:type="spellEnd"/>
    </w:p>
    <w:p w14:paraId="7EF28928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aaatttgatg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aagacgactc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tgagccagtg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ctcaaaggag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tcaaattaca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ttacacataa</w:t>
      </w:r>
      <w:proofErr w:type="spellEnd"/>
    </w:p>
    <w:p w14:paraId="3984CE73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acgaacttat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ggatttgttt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atgagaatct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tcacaattgg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aactgtaact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ttgaagcaag</w:t>
      </w:r>
      <w:proofErr w:type="spellEnd"/>
    </w:p>
    <w:p w14:paraId="36F0E2A0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gtgaaatcaa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ggatgctact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ccttcagatt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ttgttcgcgc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tactgcaacg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ataccgatac</w:t>
      </w:r>
      <w:proofErr w:type="spellEnd"/>
    </w:p>
    <w:p w14:paraId="5232ED97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aagcctcact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ccctttcgga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tggcttattg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ttggcgttgc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acttcttgct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gtttttcaga</w:t>
      </w:r>
      <w:proofErr w:type="spellEnd"/>
    </w:p>
    <w:p w14:paraId="06D18F0E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gcgcttccaa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aatcataact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ctcaaaaaga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gatggcaact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agcactctcc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aagggtgttt</w:t>
      </w:r>
      <w:proofErr w:type="spellEnd"/>
    </w:p>
    <w:p w14:paraId="3069AD5B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actttgtttg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caacttgctg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ttgttgtttg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taacagttta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ctcacacctt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ttgctcgttg</w:t>
      </w:r>
      <w:proofErr w:type="spellEnd"/>
    </w:p>
    <w:p w14:paraId="612C4869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ctgctggcct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tgaagcccct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tttctctatc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tttatgcttt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agtctacttc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ttgcagagta</w:t>
      </w:r>
      <w:proofErr w:type="spellEnd"/>
    </w:p>
    <w:p w14:paraId="7AE2C180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taaactttgt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annnnnnnnn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nnnnnnnnnn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nnnnnnnnnn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nnnnnnnnnn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nnnnnnnnnn</w:t>
      </w:r>
      <w:proofErr w:type="spellEnd"/>
    </w:p>
    <w:p w14:paraId="68265823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nnnnnnnnnn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nnnnnnnnnn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nnnnnnnnnn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nnnnnnnnnn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nnnnnnnnnn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nnnnnnnnnn</w:t>
      </w:r>
      <w:proofErr w:type="spellEnd"/>
    </w:p>
    <w:p w14:paraId="221034AC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nnnnnnnnnn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nnnnnnnnct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tcttcaattg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tcnnnnnnnn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nnnnnnnnnn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nnaacaagtc</w:t>
      </w:r>
      <w:proofErr w:type="spellEnd"/>
    </w:p>
    <w:p w14:paraId="62C16AEC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ctnnntcnga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acatgactac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cagattggtg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gttatnnnnn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naaatgggaa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tctggagtaa</w:t>
      </w:r>
      <w:proofErr w:type="spellEnd"/>
    </w:p>
    <w:p w14:paraId="312FC1AB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aagactgtgt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tgtattacac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agttacttca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cttcagacta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ttaccagctg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tactcaactc</w:t>
      </w:r>
      <w:proofErr w:type="spellEnd"/>
    </w:p>
    <w:p w14:paraId="1025801C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aattgagtac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agacattggt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gttgaacatg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ttaccttctt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catctacaat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aaaattgttg</w:t>
      </w:r>
      <w:proofErr w:type="spellEnd"/>
    </w:p>
    <w:p w14:paraId="09B0747D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atgagcctga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agaacatgtc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caaattcaca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caatcgacgg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ttcatccgga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gttgttaatc</w:t>
      </w:r>
      <w:proofErr w:type="spellEnd"/>
    </w:p>
    <w:p w14:paraId="5171895F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cagtaatgga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accaatttat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gatgaaccga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cgacgactac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tagcgtgcct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ttgtaagcac</w:t>
      </w:r>
      <w:proofErr w:type="spellEnd"/>
    </w:p>
    <w:p w14:paraId="0BAFD091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aagctgatga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gtacgaactt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atgtactcat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tcgtttcgga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agagataggt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acgttaatag</w:t>
      </w:r>
      <w:proofErr w:type="spellEnd"/>
    </w:p>
    <w:p w14:paraId="72E0EFFD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ttaatagcgt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acttcttttt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cttgctttcg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tggtattctt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gctagttaca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ctagccatcc</w:t>
      </w:r>
      <w:proofErr w:type="spellEnd"/>
    </w:p>
    <w:p w14:paraId="3A63A848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ttactgcgct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tcgattgtgt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gcgtactgct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gcaatattgt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taacgtgagt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cttgtaaaac</w:t>
      </w:r>
      <w:proofErr w:type="spellEnd"/>
    </w:p>
    <w:p w14:paraId="1C3BB73D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cttcttttta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cgtttactct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cgtgttaaaa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atctgaattc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ttctagagtt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cctgatcttc</w:t>
      </w:r>
      <w:proofErr w:type="spellEnd"/>
    </w:p>
    <w:p w14:paraId="39F153E9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tggtctaaac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gaactaaata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ttatattagt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ttttctgttt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ggaactttaa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ttttagccat</w:t>
      </w:r>
      <w:proofErr w:type="spellEnd"/>
    </w:p>
    <w:p w14:paraId="7A2CE6AF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ggcagattcc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aacggtacta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ttaccgttga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agagcttaaa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aagctccttg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aagaatggaa</w:t>
      </w:r>
      <w:proofErr w:type="spellEnd"/>
    </w:p>
    <w:p w14:paraId="279ACDFF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cctagtaata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ggtttcctat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tccttacatg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gatttgtctt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ctacaatttg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cctatgccaa</w:t>
      </w:r>
      <w:proofErr w:type="spellEnd"/>
    </w:p>
    <w:p w14:paraId="78DD8461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caggaatagg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tttttgtata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taattaagtt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aattttcctc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tggctgttat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ggccagtaac</w:t>
      </w:r>
      <w:proofErr w:type="spellEnd"/>
    </w:p>
    <w:p w14:paraId="652C67C9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tttaacttgt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tttgtgcttg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ctgctgttta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cagaataaat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tggatcaccg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gtggaattgc</w:t>
      </w:r>
      <w:proofErr w:type="spellEnd"/>
    </w:p>
    <w:p w14:paraId="73966F3F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tatcgcaatg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gcttgtcttg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taggcttgat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gtggctcagc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tacttcattg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cttctttcag</w:t>
      </w:r>
      <w:proofErr w:type="spellEnd"/>
    </w:p>
    <w:p w14:paraId="6D36ACEF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actgtttgcg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cgtacgcgtt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ccatgtggtc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atttaatcca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gaaactaaca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ttcttctcaa</w:t>
      </w:r>
      <w:proofErr w:type="spellEnd"/>
    </w:p>
    <w:p w14:paraId="65954023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cgtgccactc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catggcacta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ttctgaccag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accgcttcta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gaaagtgaac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tcgtaatcgg</w:t>
      </w:r>
      <w:proofErr w:type="spellEnd"/>
    </w:p>
    <w:p w14:paraId="29CA6D89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agctgtgnnn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nnnnnnnnnn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nnnnnngtnn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nnnnnnnnnn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nnnnnnnnnn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nnnnnnnnnn</w:t>
      </w:r>
      <w:proofErr w:type="spellEnd"/>
    </w:p>
    <w:p w14:paraId="55D8ED0C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nnnnnnnnnn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nnnnnnnnnn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nnnnnnnnnn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nnnnnnnnnn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nnnnnnnnnn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nnnnnnnnnn</w:t>
      </w:r>
      <w:proofErr w:type="spellEnd"/>
    </w:p>
    <w:p w14:paraId="7E0ABBC0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nnnnnnnnnn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nnnnnnnnnn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nnnnnnnnnn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nnnnnnnnnt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gcatacagtc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gctacaggat</w:t>
      </w:r>
      <w:proofErr w:type="spellEnd"/>
    </w:p>
    <w:p w14:paraId="7CD19F25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27061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tggcaactat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aaattaaaca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cagaccattc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cagtagcagt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gacaatattg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ctttgcttgt</w:t>
      </w:r>
      <w:proofErr w:type="spellEnd"/>
    </w:p>
    <w:p w14:paraId="10D34BF3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acagtaagtg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acaacagatg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tttcatctcg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ttgactttca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ggttactata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gcagagatat</w:t>
      </w:r>
      <w:proofErr w:type="spellEnd"/>
    </w:p>
    <w:p w14:paraId="15156659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tactaattat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tatgcggact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tttaaagttt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ccatttggaa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tcttgattac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atcataaacc</w:t>
      </w:r>
      <w:proofErr w:type="spellEnd"/>
    </w:p>
    <w:p w14:paraId="7104193B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tcataattaa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aaatttatct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aagtcactaa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ctgagaataa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atattctcaa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ttagatgaag</w:t>
      </w:r>
      <w:proofErr w:type="spellEnd"/>
    </w:p>
    <w:p w14:paraId="4548CF6A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agcaaccaat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ggagattctc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taaacgaaca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tgaaaattat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tcttttcttg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gcactgataa</w:t>
      </w:r>
      <w:proofErr w:type="spellEnd"/>
    </w:p>
    <w:p w14:paraId="1549ED67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cactcgctac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ttgtgagctt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tatcactacc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aagagtgtgt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tagaggtaca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acagtacttt</w:t>
      </w:r>
      <w:proofErr w:type="spellEnd"/>
    </w:p>
    <w:p w14:paraId="50253E5E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taaaagaacc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ttgctcttct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ggaacatacg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agggcaattc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accatttcat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cctctagctg</w:t>
      </w:r>
      <w:proofErr w:type="spellEnd"/>
    </w:p>
    <w:p w14:paraId="3FD66D99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ataacaaatt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tgcactgact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tgctttagca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ctcaatttgc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ttttgcttgt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cctgacggcg</w:t>
      </w:r>
      <w:proofErr w:type="spellEnd"/>
    </w:p>
    <w:p w14:paraId="20374B12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taaaacacgt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ctatcagtta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cgtgccagat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cagtttcacc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taaactgttc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atcagacaag</w:t>
      </w:r>
      <w:proofErr w:type="spellEnd"/>
    </w:p>
    <w:p w14:paraId="0447A5C5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aggaagttca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agaactttac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tctccaattt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ttcttattgt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tgcggcaata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gtgtttataa</w:t>
      </w:r>
      <w:proofErr w:type="spellEnd"/>
    </w:p>
    <w:p w14:paraId="4BAF1AD5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cactttgctt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cacactcaaa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agaaagacag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aatgattgaa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ctttcattaa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ttgacttcta</w:t>
      </w:r>
      <w:proofErr w:type="spellEnd"/>
    </w:p>
    <w:p w14:paraId="17A533ED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tttgtgcttt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ttagcctttc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tgttattcct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tgttttaatt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atgcttatta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tcttttggtt</w:t>
      </w:r>
      <w:proofErr w:type="spellEnd"/>
    </w:p>
    <w:p w14:paraId="37C5B6B5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ctcacttgaa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ctgcaagatc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ataatgaaac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ttgtcacgcc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taaacgaaca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tgaaatttct</w:t>
      </w:r>
      <w:proofErr w:type="spellEnd"/>
    </w:p>
    <w:p w14:paraId="36FF0CA7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tgttttctta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ggaatcatca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caactgtagc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tgcatttcac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caagaatgta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gtttacagtc</w:t>
      </w:r>
      <w:proofErr w:type="spellEnd"/>
    </w:p>
    <w:p w14:paraId="719546C5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atgtactcaa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catcaaccat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atgtagttga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tgacccgtgt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cctattcact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tctattctaa</w:t>
      </w:r>
      <w:proofErr w:type="spellEnd"/>
    </w:p>
    <w:p w14:paraId="06C8E72F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atggtatatt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agagtaggag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ctagaaaatc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agcaccttta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attgaattgt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gcgtggatga</w:t>
      </w:r>
      <w:proofErr w:type="spellEnd"/>
    </w:p>
    <w:p w14:paraId="6459B40A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ggctggttct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aaatcaccca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ttcagtacat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cgatatcggt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aattatacag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tttcctgttt</w:t>
      </w:r>
      <w:proofErr w:type="spellEnd"/>
    </w:p>
    <w:p w14:paraId="605CC5CA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accttttaca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attaattgcc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aggaacctaa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attgggtagt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cttgtagtgc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gttgttcgtt</w:t>
      </w:r>
      <w:proofErr w:type="spellEnd"/>
    </w:p>
    <w:p w14:paraId="621CAE46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ctatgaagac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tttttagagt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atcatgacgt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tcgtgttgtt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ttagatttca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tctaaacgaa</w:t>
      </w:r>
      <w:proofErr w:type="spellEnd"/>
    </w:p>
    <w:p w14:paraId="01568FBF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caaacttaaa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tgtctgataa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tggaccccaa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aatcagcgaa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atgcactccg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cattacgttt</w:t>
      </w:r>
      <w:proofErr w:type="spellEnd"/>
    </w:p>
    <w:p w14:paraId="70D53D78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ggtggaccct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cagattcaac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tggcagtaac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cagaatggtg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gggcgcgatc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aaaacaacgt</w:t>
      </w:r>
      <w:proofErr w:type="spellEnd"/>
    </w:p>
    <w:p w14:paraId="3FA40F71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cggccccaag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gtttacccaa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taatactgcg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tcttggttca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ccgctctcac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tcaacatggc</w:t>
      </w:r>
      <w:proofErr w:type="spellEnd"/>
    </w:p>
    <w:p w14:paraId="13F1482E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aaggaagacc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ttaaattccc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tcgaggacaa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ggcgttccaa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ttaacaccaa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tagcagtcca</w:t>
      </w:r>
      <w:proofErr w:type="spellEnd"/>
    </w:p>
    <w:p w14:paraId="2A6AD64B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gatgaccaaa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ttggctacta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ccgaagagct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accagacgaa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ttcgtggtgg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tgacggtaaa</w:t>
      </w:r>
      <w:proofErr w:type="spellEnd"/>
    </w:p>
    <w:p w14:paraId="5FABBCF5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atgaaagatc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tcagtccaag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atggtatttc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tactacctag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gaactgggcc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agaagctgga</w:t>
      </w:r>
      <w:proofErr w:type="spellEnd"/>
    </w:p>
    <w:p w14:paraId="5A7CE84E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cttccctatg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gtgctaacaa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agacggcatc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atatgggttg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caactgaggg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agccttgaat</w:t>
      </w:r>
      <w:proofErr w:type="spellEnd"/>
    </w:p>
    <w:p w14:paraId="04E8E85C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acaccaaaag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atcacattgg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cacccgcaat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cctgctaaca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atgctgcaat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cgtgctacaa</w:t>
      </w:r>
      <w:proofErr w:type="spellEnd"/>
    </w:p>
    <w:p w14:paraId="7626B3BC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cttcctcaag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gaacaacatt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gccaaaaggc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ttctacgcag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aagggagcag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aggcggcagt</w:t>
      </w:r>
      <w:proofErr w:type="spellEnd"/>
    </w:p>
    <w:p w14:paraId="45CA3AD8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caagcctctt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ctcgttcctc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atcacgtagt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cgcaacagtt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caagaaattc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aactccaggc</w:t>
      </w:r>
      <w:proofErr w:type="spellEnd"/>
    </w:p>
    <w:p w14:paraId="7A403A92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agcagtaaac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gaacttctcc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tgctagaatg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gctggcaatg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gcggtgatgc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tgctcttgct</w:t>
      </w:r>
      <w:proofErr w:type="spellEnd"/>
    </w:p>
    <w:p w14:paraId="0D13E588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ttgctgctgc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ttgacagatt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gaaccagctt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gagagcaaaa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tgtctggtaa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aggccaacaa</w:t>
      </w:r>
      <w:proofErr w:type="spellEnd"/>
    </w:p>
    <w:p w14:paraId="4F595ADC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caacaaggcc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aaactgtcac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taagaaatct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gctgctgagg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cttctaagaa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gcctcggcaa</w:t>
      </w:r>
      <w:proofErr w:type="spellEnd"/>
    </w:p>
    <w:p w14:paraId="31FF9C90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aaacgtactg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ccactaaagc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atacaatgta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acacaagctt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tcggcagacg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tggtccagaa</w:t>
      </w:r>
      <w:proofErr w:type="spellEnd"/>
    </w:p>
    <w:p w14:paraId="362616B5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caaacccaag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gaaattttgg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ggaccaggaa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ctaatcagac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aaggaactga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ttacaaacat</w:t>
      </w:r>
      <w:proofErr w:type="spellEnd"/>
    </w:p>
    <w:p w14:paraId="6E41E1C9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tggccgcaaa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ttgcacaatt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tgcccccagc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gcttcagcgt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tcttcggaat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gtcgcgcatt</w:t>
      </w:r>
      <w:proofErr w:type="spellEnd"/>
    </w:p>
    <w:p w14:paraId="707FD986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ggcatggaag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tcacaccttc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gggaacgtgg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ttgacctaca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caggtgccat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caaattggat</w:t>
      </w:r>
      <w:proofErr w:type="spellEnd"/>
    </w:p>
    <w:p w14:paraId="73C8CD1B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gacaaagatc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caaatttcaa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agatcaagtc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attttgctga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ataagcatat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tgacgcatac</w:t>
      </w:r>
      <w:proofErr w:type="spellEnd"/>
    </w:p>
    <w:p w14:paraId="79718682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aaaacattcc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caccaacaga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gcctaaaaag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gacaaaaaga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agaaggctga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tgaaactcaa</w:t>
      </w:r>
      <w:proofErr w:type="spellEnd"/>
    </w:p>
    <w:p w14:paraId="13421341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gccttaccgc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agagacagaa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gaaacagcaa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actgtgactc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ttcttcctgc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tgcagatttg</w:t>
      </w:r>
      <w:proofErr w:type="spellEnd"/>
    </w:p>
    <w:p w14:paraId="68E958FC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gatgatttct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ccaaacaatt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gcaacaatcc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atgagccgtg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ctgactcaac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tcaggcctaa</w:t>
      </w:r>
      <w:proofErr w:type="spellEnd"/>
    </w:p>
    <w:p w14:paraId="5B07BA79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actcatgcag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accacacaag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gcagatgggc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tatataaacg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ttttcgcttt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tccgtttacg</w:t>
      </w:r>
      <w:proofErr w:type="spellEnd"/>
    </w:p>
    <w:p w14:paraId="5289A89F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atatatagtc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tactcttgtg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cagaatgaat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tctcgtaact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acatagcaca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agtagatgta</w:t>
      </w:r>
      <w:proofErr w:type="spellEnd"/>
    </w:p>
    <w:p w14:paraId="0616AE7D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29581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gttaacttta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atctcacata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gcaatcttta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atcagtgtgt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aacattaggg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aggacttgaa</w:t>
      </w:r>
      <w:proofErr w:type="spellEnd"/>
    </w:p>
    <w:p w14:paraId="2F3092E8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agagccacca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cattttcacc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tacagtgaac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aatgctaggg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agagctgcct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atatggaaga</w:t>
      </w:r>
      <w:proofErr w:type="spellEnd"/>
    </w:p>
    <w:p w14:paraId="7580892C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gccctaatgt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gtaaaattaa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ttttagtagt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gctatcccca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tgtgatttta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atagcttctt</w:t>
      </w:r>
      <w:proofErr w:type="spellEnd"/>
    </w:p>
    <w:p w14:paraId="5F1B5458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aggagaatga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caaaaaaaaa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aaaaaaaaaa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aaaaaaaaaa</w:t>
      </w:r>
      <w:proofErr w:type="spellEnd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aaaa</w:t>
      </w:r>
      <w:proofErr w:type="spellEnd"/>
    </w:p>
    <w:p w14:paraId="367F9B72" w14:textId="77777777" w:rsidR="00A84986" w:rsidRPr="00A84986" w:rsidRDefault="00A84986" w:rsidP="00A849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84986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4D3F28D4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proofState w:spelling="clean" w:grammar="clean"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4986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4986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C6229C9"/>
  <w15:chartTrackingRefBased/>
  <w15:docId w15:val="{AF43B18D-D2CC-474A-9EB8-3AE67FF14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091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93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62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830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270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170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9674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0467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3</TotalTime>
  <Pages>25</Pages>
  <Words>11076</Words>
  <Characters>63138</Characters>
  <Application>Microsoft Office Word</Application>
  <DocSecurity>0</DocSecurity>
  <Lines>526</Lines>
  <Paragraphs>148</Paragraphs>
  <ScaleCrop>false</ScaleCrop>
  <Company/>
  <LinksUpToDate>false</LinksUpToDate>
  <CharactersWithSpaces>74066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2023-02-10T02:36:00Z</dcterms:created>
  <dcterms:modified xsi:type="dcterms:W3CDTF">2023-02-10T02:39:00Z</dcterms:modified>
</cp:coreProperties>
</file>